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2D0437" w:rsidRDefault="002C4725" w:rsidP="008309D1">
      <w:pPr>
        <w:pStyle w:val="Nzev"/>
        <w:spacing w:line="276" w:lineRule="auto"/>
        <w:rPr>
          <w:b w:val="0"/>
          <w:sz w:val="22"/>
          <w:szCs w:val="22"/>
          <w:lang w:val="en-GB"/>
        </w:rPr>
      </w:pPr>
    </w:p>
    <w:p w14:paraId="257BD121" w14:textId="46698F53" w:rsidR="0007708E" w:rsidRPr="002D0437" w:rsidRDefault="0007708E" w:rsidP="004D2567">
      <w:pPr>
        <w:pStyle w:val="Nzev"/>
        <w:spacing w:line="276" w:lineRule="auto"/>
        <w:rPr>
          <w:caps/>
          <w:sz w:val="40"/>
          <w:lang w:val="en-GB"/>
        </w:rPr>
      </w:pPr>
      <w:r w:rsidRPr="002D0437">
        <w:rPr>
          <w:caps/>
          <w:sz w:val="40"/>
          <w:lang w:val="en-GB"/>
        </w:rPr>
        <w:t>Annex 3.</w:t>
      </w:r>
      <w:r w:rsidR="005C3D7A">
        <w:rPr>
          <w:caps/>
          <w:sz w:val="40"/>
          <w:lang w:val="en-GB"/>
        </w:rPr>
        <w:t>5</w:t>
      </w:r>
      <w:r w:rsidRPr="002D0437">
        <w:rPr>
          <w:caps/>
          <w:sz w:val="40"/>
          <w:lang w:val="en-GB"/>
        </w:rPr>
        <w:t xml:space="preserve"> to the Tender Documentation</w:t>
      </w:r>
    </w:p>
    <w:p w14:paraId="1A12B7A2" w14:textId="77777777" w:rsidR="0007708E" w:rsidRPr="002D0437" w:rsidRDefault="0007708E" w:rsidP="004D2567">
      <w:pPr>
        <w:pStyle w:val="Nzev"/>
        <w:spacing w:line="276" w:lineRule="auto"/>
        <w:rPr>
          <w:caps/>
          <w:sz w:val="40"/>
          <w:lang w:val="en-GB"/>
        </w:rPr>
      </w:pPr>
      <w:r w:rsidRPr="002D0437">
        <w:rPr>
          <w:caps/>
          <w:sz w:val="40"/>
          <w:lang w:val="en-GB"/>
        </w:rPr>
        <w:t>Technical specification of the subject matter of the public contract</w:t>
      </w:r>
    </w:p>
    <w:p w14:paraId="5B1B70C1" w14:textId="1D7BA4A3" w:rsidR="0007708E" w:rsidRPr="002D0437" w:rsidRDefault="0007708E" w:rsidP="004D2567">
      <w:pPr>
        <w:pStyle w:val="Nzev"/>
        <w:spacing w:line="276" w:lineRule="auto"/>
        <w:rPr>
          <w:caps/>
          <w:sz w:val="40"/>
          <w:lang w:val="en-GB"/>
        </w:rPr>
      </w:pPr>
      <w:r w:rsidRPr="002D0437">
        <w:rPr>
          <w:caps/>
          <w:sz w:val="40"/>
          <w:lang w:val="en-GB"/>
        </w:rPr>
        <w:t xml:space="preserve">Part </w:t>
      </w:r>
      <w:r w:rsidR="005C3D7A">
        <w:rPr>
          <w:caps/>
          <w:sz w:val="40"/>
          <w:lang w:val="en-GB"/>
        </w:rPr>
        <w:t>5</w:t>
      </w:r>
      <w:r w:rsidR="002D0437">
        <w:rPr>
          <w:caps/>
          <w:sz w:val="40"/>
          <w:lang w:val="en-GB"/>
        </w:rPr>
        <w:t xml:space="preserve"> </w:t>
      </w:r>
      <w:r w:rsidR="000540EB" w:rsidRPr="002D0437">
        <w:rPr>
          <w:caps/>
          <w:sz w:val="40"/>
          <w:lang w:val="en-GB"/>
        </w:rPr>
        <w:t>–</w:t>
      </w:r>
      <w:r w:rsidRPr="002D0437">
        <w:rPr>
          <w:caps/>
          <w:sz w:val="40"/>
          <w:lang w:val="en-GB"/>
        </w:rPr>
        <w:t xml:space="preserve"> </w:t>
      </w:r>
      <w:r w:rsidR="002D0437" w:rsidRPr="002D0437">
        <w:rPr>
          <w:caps/>
          <w:sz w:val="40"/>
          <w:lang w:val="en-GB"/>
        </w:rPr>
        <w:t>cooled space</w:t>
      </w:r>
      <w:r w:rsidR="002F3B86" w:rsidRPr="002D0437">
        <w:rPr>
          <w:caps/>
          <w:sz w:val="40"/>
          <w:lang w:val="en-GB"/>
        </w:rPr>
        <w:t xml:space="preserve"> </w:t>
      </w:r>
    </w:p>
    <w:p w14:paraId="1E0F3F71" w14:textId="1C7B9D4E" w:rsidR="00827468" w:rsidRPr="002D0437" w:rsidRDefault="0007708E" w:rsidP="00233BDE">
      <w:pPr>
        <w:pStyle w:val="Nadpis1"/>
        <w:rPr>
          <w:rStyle w:val="Siln"/>
          <w:rFonts w:cstheme="majorHAnsi"/>
          <w:b/>
          <w:lang w:val="en-GB"/>
        </w:rPr>
      </w:pPr>
      <w:r w:rsidRPr="002D043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2D0437" w14:paraId="23DBF8BC" w14:textId="77777777" w:rsidTr="54A9FA29">
        <w:tc>
          <w:tcPr>
            <w:tcW w:w="3114" w:type="dxa"/>
            <w:shd w:val="clear" w:color="auto" w:fill="DEEAF6" w:themeFill="accent1" w:themeFillTint="33"/>
          </w:tcPr>
          <w:p w14:paraId="4A018DD8" w14:textId="3E5A1CD9"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Name of the public contract</w:t>
            </w:r>
            <w:r w:rsidR="000D388A" w:rsidRPr="002D0437">
              <w:rPr>
                <w:rFonts w:asciiTheme="majorHAnsi" w:hAnsiTheme="majorHAnsi" w:cstheme="majorHAnsi"/>
                <w:b/>
                <w:lang w:val="en-GB"/>
              </w:rPr>
              <w:t>:</w:t>
            </w:r>
          </w:p>
        </w:tc>
        <w:tc>
          <w:tcPr>
            <w:tcW w:w="5948" w:type="dxa"/>
            <w:shd w:val="clear" w:color="auto" w:fill="DEEAF6" w:themeFill="accent1" w:themeFillTint="33"/>
          </w:tcPr>
          <w:p w14:paraId="3CB77B3C" w14:textId="3A4C32B5" w:rsidR="000D388A" w:rsidRPr="002D0437" w:rsidRDefault="00016769" w:rsidP="008309D1">
            <w:pPr>
              <w:spacing w:line="276" w:lineRule="auto"/>
              <w:rPr>
                <w:rFonts w:asciiTheme="majorHAnsi" w:hAnsiTheme="majorHAnsi" w:cstheme="majorHAnsi"/>
                <w:b/>
                <w:highlight w:val="yellow"/>
                <w:lang w:val="en-GB"/>
              </w:rPr>
            </w:pPr>
            <w:r w:rsidRPr="002D0437">
              <w:rPr>
                <w:rFonts w:asciiTheme="majorHAnsi" w:hAnsiTheme="majorHAnsi" w:cstheme="majorHAnsi"/>
                <w:b/>
                <w:lang w:val="en-GB"/>
              </w:rPr>
              <w:t>K</w:t>
            </w:r>
            <w:r w:rsidR="00AE6152" w:rsidRPr="002D0437">
              <w:rPr>
                <w:rFonts w:asciiTheme="majorHAnsi" w:hAnsiTheme="majorHAnsi" w:cstheme="majorHAnsi"/>
                <w:b/>
                <w:lang w:val="en-GB"/>
              </w:rPr>
              <w:t>ű</w:t>
            </w:r>
            <w:r w:rsidRPr="002D0437">
              <w:rPr>
                <w:rFonts w:asciiTheme="majorHAnsi" w:hAnsiTheme="majorHAnsi" w:cstheme="majorHAnsi"/>
                <w:b/>
                <w:lang w:val="en-GB"/>
              </w:rPr>
              <w:t xml:space="preserve">mpers Textil s.r.o. – </w:t>
            </w:r>
            <w:r w:rsidR="0007708E" w:rsidRPr="002D0437">
              <w:rPr>
                <w:rFonts w:asciiTheme="majorHAnsi" w:hAnsiTheme="majorHAnsi" w:cstheme="majorHAnsi"/>
                <w:b/>
                <w:lang w:val="en-GB"/>
              </w:rPr>
              <w:t xml:space="preserve">Acquisition of </w:t>
            </w:r>
            <w:r w:rsidR="001E264A" w:rsidRPr="002D0437">
              <w:rPr>
                <w:rFonts w:asciiTheme="majorHAnsi" w:hAnsiTheme="majorHAnsi" w:cstheme="majorHAnsi"/>
                <w:b/>
                <w:lang w:val="en-GB"/>
              </w:rPr>
              <w:t>M</w:t>
            </w:r>
            <w:r w:rsidR="0007708E" w:rsidRPr="002D0437">
              <w:rPr>
                <w:rFonts w:asciiTheme="majorHAnsi" w:hAnsiTheme="majorHAnsi" w:cstheme="majorHAnsi"/>
                <w:b/>
                <w:lang w:val="en-GB"/>
              </w:rPr>
              <w:t xml:space="preserve">achinery </w:t>
            </w:r>
            <w:r w:rsidR="005C3D7A">
              <w:rPr>
                <w:rFonts w:asciiTheme="majorHAnsi" w:hAnsiTheme="majorHAnsi" w:cstheme="majorHAnsi"/>
                <w:b/>
                <w:lang w:val="en-GB"/>
              </w:rPr>
              <w:t>- II</w:t>
            </w:r>
          </w:p>
        </w:tc>
      </w:tr>
      <w:tr w:rsidR="000D388A" w:rsidRPr="002D0437" w14:paraId="6BECB999" w14:textId="77777777" w:rsidTr="54A9FA29">
        <w:tc>
          <w:tcPr>
            <w:tcW w:w="3114" w:type="dxa"/>
          </w:tcPr>
          <w:p w14:paraId="48E215BE" w14:textId="2460DBC3"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Type of selection procedure:</w:t>
            </w:r>
          </w:p>
        </w:tc>
        <w:tc>
          <w:tcPr>
            <w:tcW w:w="5948" w:type="dxa"/>
          </w:tcPr>
          <w:p w14:paraId="1866BB2C" w14:textId="4291B935" w:rsidR="000D388A" w:rsidRPr="002D0437" w:rsidRDefault="0007708E" w:rsidP="008309D1">
            <w:pPr>
              <w:spacing w:line="276" w:lineRule="auto"/>
              <w:rPr>
                <w:rFonts w:asciiTheme="majorHAnsi" w:hAnsiTheme="majorHAnsi" w:cstheme="majorHAnsi"/>
                <w:lang w:val="en-GB"/>
              </w:rPr>
            </w:pPr>
            <w:r w:rsidRPr="002D0437">
              <w:rPr>
                <w:rFonts w:asciiTheme="majorHAnsi" w:hAnsiTheme="majorHAnsi" w:cstheme="majorHAnsi"/>
                <w:lang w:val="en-GB"/>
              </w:rPr>
              <w:t>public contract outside the regime of Act No. 134/2016 Coll., on Public Procurement (hereinafter referred to as</w:t>
            </w:r>
            <w:r w:rsidR="009E7E68" w:rsidRPr="002D0437">
              <w:rPr>
                <w:rFonts w:asciiTheme="majorHAnsi" w:hAnsiTheme="majorHAnsi" w:cstheme="majorHAnsi"/>
                <w:lang w:val="en-GB"/>
              </w:rPr>
              <w:t xml:space="preserve"> „</w:t>
            </w:r>
            <w:r w:rsidR="009E7E68" w:rsidRPr="002D0437">
              <w:rPr>
                <w:rFonts w:asciiTheme="majorHAnsi" w:hAnsiTheme="majorHAnsi" w:cstheme="majorHAnsi"/>
                <w:b/>
                <w:bCs/>
                <w:lang w:val="en-GB"/>
              </w:rPr>
              <w:t>ZZVZ</w:t>
            </w:r>
            <w:r w:rsidR="009E7E68" w:rsidRPr="002D0437">
              <w:rPr>
                <w:rFonts w:asciiTheme="majorHAnsi" w:hAnsiTheme="majorHAnsi" w:cstheme="majorHAnsi"/>
                <w:lang w:val="en-GB"/>
              </w:rPr>
              <w:t>“)</w:t>
            </w:r>
          </w:p>
        </w:tc>
      </w:tr>
      <w:tr w:rsidR="000D388A" w:rsidRPr="002D0437" w14:paraId="16E049F7" w14:textId="77777777" w:rsidTr="54A9FA29">
        <w:tc>
          <w:tcPr>
            <w:tcW w:w="3114" w:type="dxa"/>
          </w:tcPr>
          <w:p w14:paraId="73991392" w14:textId="57977B5B" w:rsidR="000D388A"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Type of public contract:</w:t>
            </w:r>
          </w:p>
        </w:tc>
        <w:tc>
          <w:tcPr>
            <w:tcW w:w="5948" w:type="dxa"/>
          </w:tcPr>
          <w:p w14:paraId="558A2090" w14:textId="2283BD04" w:rsidR="000D388A" w:rsidRPr="002D0437" w:rsidRDefault="0007708E" w:rsidP="008309D1">
            <w:pPr>
              <w:spacing w:line="276" w:lineRule="auto"/>
              <w:rPr>
                <w:rFonts w:asciiTheme="majorHAnsi" w:hAnsiTheme="majorHAnsi" w:cstheme="majorHAnsi"/>
                <w:lang w:val="en-GB"/>
              </w:rPr>
            </w:pPr>
            <w:r w:rsidRPr="002D0437">
              <w:rPr>
                <w:rFonts w:asciiTheme="majorHAnsi" w:hAnsiTheme="majorHAnsi" w:cstheme="majorHAnsi"/>
                <w:lang w:val="en-GB"/>
              </w:rPr>
              <w:t>Supplies</w:t>
            </w:r>
          </w:p>
        </w:tc>
      </w:tr>
    </w:tbl>
    <w:p w14:paraId="0DA435E4" w14:textId="77777777" w:rsidR="00393720" w:rsidRPr="002D043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2D0437" w14:paraId="3EB3314F" w14:textId="77777777" w:rsidTr="002F1AF3">
        <w:tc>
          <w:tcPr>
            <w:tcW w:w="3114" w:type="dxa"/>
            <w:shd w:val="clear" w:color="auto" w:fill="DEEAF6" w:themeFill="accent1" w:themeFillTint="33"/>
          </w:tcPr>
          <w:p w14:paraId="6FB43268" w14:textId="331E2E13" w:rsidR="00BF4D9C"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15111C53" w:rsidR="00BF4D9C" w:rsidRPr="002D0437" w:rsidRDefault="000F032C"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2D0437" w14:paraId="328D9774" w14:textId="77777777" w:rsidTr="00B067DF">
        <w:tc>
          <w:tcPr>
            <w:tcW w:w="3114" w:type="dxa"/>
          </w:tcPr>
          <w:p w14:paraId="7B778BC5" w14:textId="1971ADCC" w:rsidR="00BF4D9C"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174694D4" w:rsidR="00BF4D9C"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D0437" w14:paraId="04DE2E11" w14:textId="77777777" w:rsidTr="00B067DF">
        <w:tc>
          <w:tcPr>
            <w:tcW w:w="3114" w:type="dxa"/>
          </w:tcPr>
          <w:p w14:paraId="7CF805D1" w14:textId="3B1BBA60" w:rsidR="00072135" w:rsidRPr="002D0437" w:rsidRDefault="0007708E" w:rsidP="008309D1">
            <w:pPr>
              <w:spacing w:line="276" w:lineRule="auto"/>
              <w:rPr>
                <w:rFonts w:asciiTheme="majorHAnsi" w:hAnsiTheme="majorHAnsi" w:cstheme="majorHAnsi"/>
                <w:b/>
                <w:lang w:val="en-GB"/>
              </w:rPr>
            </w:pPr>
            <w:r w:rsidRPr="002D043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3BE933B6" w:rsidR="00072135"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2D0437" w14:paraId="59560601" w14:textId="77777777" w:rsidTr="00B067DF">
        <w:tc>
          <w:tcPr>
            <w:tcW w:w="3114" w:type="dxa"/>
          </w:tcPr>
          <w:p w14:paraId="5A99E7F0" w14:textId="013C4DBD" w:rsidR="00072135" w:rsidRPr="002D0437" w:rsidRDefault="00072135" w:rsidP="008309D1">
            <w:pPr>
              <w:spacing w:line="276" w:lineRule="auto"/>
              <w:rPr>
                <w:rFonts w:asciiTheme="majorHAnsi" w:hAnsiTheme="majorHAnsi" w:cstheme="majorHAnsi"/>
                <w:b/>
                <w:lang w:val="en-GB"/>
              </w:rPr>
            </w:pPr>
            <w:r w:rsidRPr="002D0437">
              <w:rPr>
                <w:rFonts w:asciiTheme="majorHAnsi" w:hAnsiTheme="majorHAnsi" w:cstheme="majorHAnsi"/>
                <w:b/>
                <w:lang w:val="en-GB"/>
              </w:rPr>
              <w:t>I</w:t>
            </w:r>
            <w:r w:rsidR="0007708E" w:rsidRPr="002D0437">
              <w:rPr>
                <w:rFonts w:asciiTheme="majorHAnsi" w:hAnsiTheme="majorHAnsi" w:cstheme="majorHAnsi"/>
                <w:b/>
                <w:lang w:val="en-GB"/>
              </w:rPr>
              <w:t>dentifications No.</w:t>
            </w:r>
            <w:r w:rsidRPr="002D043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407A0B2B" w:rsidR="00072135" w:rsidRPr="002D0437" w:rsidRDefault="000F032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2D0437" w:rsidRDefault="003C2F68" w:rsidP="008309D1">
      <w:pPr>
        <w:spacing w:before="120" w:after="120" w:line="276" w:lineRule="auto"/>
        <w:jc w:val="both"/>
        <w:rPr>
          <w:rFonts w:asciiTheme="majorHAnsi" w:hAnsiTheme="majorHAnsi" w:cstheme="majorHAnsi"/>
          <w:b/>
          <w:lang w:val="en-GB"/>
        </w:rPr>
      </w:pPr>
      <w:r w:rsidRPr="002D0437">
        <w:rPr>
          <w:rFonts w:asciiTheme="majorHAnsi" w:hAnsiTheme="majorHAnsi" w:cstheme="majorHAnsi"/>
          <w:b/>
          <w:lang w:val="en-GB"/>
        </w:rPr>
        <w:t>This document is signed exclusively by a person authorized to represent the participant in the selection procedure</w:t>
      </w:r>
      <w:r w:rsidR="000D388A" w:rsidRPr="002D0437">
        <w:rPr>
          <w:rFonts w:asciiTheme="majorHAnsi" w:hAnsiTheme="majorHAnsi" w:cstheme="majorHAnsi"/>
          <w:b/>
          <w:lang w:val="en-GB"/>
        </w:rPr>
        <w:t xml:space="preserve">. </w:t>
      </w:r>
    </w:p>
    <w:p w14:paraId="2A26350A" w14:textId="3FEB7137" w:rsidR="00B067DF" w:rsidRPr="002D0437" w:rsidRDefault="003C2F68" w:rsidP="008309D1">
      <w:pPr>
        <w:pStyle w:val="Nadpis1"/>
        <w:spacing w:line="276" w:lineRule="auto"/>
        <w:rPr>
          <w:rStyle w:val="Siln"/>
          <w:rFonts w:cstheme="majorHAnsi"/>
          <w:b/>
          <w:lang w:val="en-GB"/>
        </w:rPr>
      </w:pPr>
      <w:r w:rsidRPr="002D0437">
        <w:rPr>
          <w:rStyle w:val="Siln"/>
          <w:rFonts w:cstheme="majorHAnsi"/>
          <w:lang w:val="en-GB"/>
        </w:rPr>
        <w:t>Technical specification of the subject matter of the public contract</w:t>
      </w:r>
    </w:p>
    <w:p w14:paraId="7E0C5655" w14:textId="0AFA3A24" w:rsidR="008F4095" w:rsidRPr="002D0437" w:rsidRDefault="003C2F68" w:rsidP="4D7A93C3">
      <w:pPr>
        <w:spacing w:line="276" w:lineRule="auto"/>
        <w:jc w:val="both"/>
        <w:rPr>
          <w:rFonts w:asciiTheme="majorHAnsi" w:hAnsiTheme="majorHAnsi" w:cstheme="majorBidi"/>
          <w:lang w:val="en-GB"/>
        </w:rPr>
      </w:pPr>
      <w:r w:rsidRPr="002D0437">
        <w:rPr>
          <w:rFonts w:asciiTheme="majorHAnsi" w:hAnsiTheme="majorHAnsi" w:cstheme="majorBidi"/>
          <w:lang w:val="en-GB"/>
        </w:rPr>
        <w:t>This document sets out the minimum required technical parameters of the subject matter of the public contract</w:t>
      </w:r>
      <w:r w:rsidR="00494E93" w:rsidRPr="002D0437">
        <w:rPr>
          <w:rFonts w:asciiTheme="majorHAnsi" w:hAnsiTheme="majorHAnsi" w:cstheme="majorBidi"/>
          <w:lang w:val="en-GB"/>
        </w:rPr>
        <w:t xml:space="preserve"> – </w:t>
      </w:r>
      <w:r w:rsidRPr="002D0437">
        <w:rPr>
          <w:rFonts w:asciiTheme="majorHAnsi" w:hAnsiTheme="majorHAnsi" w:cstheme="majorBidi"/>
          <w:b/>
          <w:bCs/>
          <w:lang w:val="en-GB"/>
        </w:rPr>
        <w:t xml:space="preserve">Part </w:t>
      </w:r>
      <w:r w:rsidR="005C3D7A">
        <w:rPr>
          <w:rFonts w:asciiTheme="majorHAnsi" w:hAnsiTheme="majorHAnsi" w:cstheme="majorBidi"/>
          <w:b/>
          <w:bCs/>
          <w:lang w:val="en-GB"/>
        </w:rPr>
        <w:t>5</w:t>
      </w:r>
      <w:r w:rsidRPr="002D0437">
        <w:rPr>
          <w:rFonts w:asciiTheme="majorHAnsi" w:hAnsiTheme="majorHAnsi" w:cstheme="majorBidi"/>
          <w:b/>
          <w:bCs/>
          <w:lang w:val="en-GB"/>
        </w:rPr>
        <w:t xml:space="preserve"> </w:t>
      </w:r>
      <w:r w:rsidR="000540EB" w:rsidRPr="002D0437">
        <w:rPr>
          <w:rFonts w:asciiTheme="majorHAnsi" w:hAnsiTheme="majorHAnsi" w:cstheme="majorBidi"/>
          <w:b/>
          <w:bCs/>
          <w:lang w:val="en-GB"/>
        </w:rPr>
        <w:t>–</w:t>
      </w:r>
      <w:r w:rsidRPr="002D0437">
        <w:rPr>
          <w:rFonts w:asciiTheme="majorHAnsi" w:hAnsiTheme="majorHAnsi" w:cstheme="majorBidi"/>
          <w:b/>
          <w:bCs/>
          <w:lang w:val="en-GB"/>
        </w:rPr>
        <w:t xml:space="preserve"> </w:t>
      </w:r>
      <w:bookmarkStart w:id="0" w:name="_Hlk190857706"/>
      <w:r w:rsidR="002D0437" w:rsidRPr="002D0437">
        <w:rPr>
          <w:rFonts w:asciiTheme="majorHAnsi" w:hAnsiTheme="majorHAnsi" w:cstheme="majorBidi"/>
          <w:b/>
          <w:bCs/>
          <w:lang w:val="en-GB"/>
        </w:rPr>
        <w:t>Cooled space</w:t>
      </w:r>
      <w:bookmarkEnd w:id="0"/>
      <w:r w:rsidR="006260FE" w:rsidRPr="002D0437">
        <w:rPr>
          <w:rFonts w:asciiTheme="majorHAnsi" w:hAnsiTheme="majorHAnsi" w:cstheme="majorBidi"/>
          <w:b/>
          <w:bCs/>
          <w:lang w:val="en-GB"/>
        </w:rPr>
        <w:t xml:space="preserve"> </w:t>
      </w:r>
      <w:r w:rsidR="001D372E">
        <w:rPr>
          <w:rFonts w:asciiTheme="majorHAnsi" w:hAnsiTheme="majorHAnsi" w:cstheme="majorBidi"/>
          <w:b/>
          <w:bCs/>
          <w:lang w:val="en-GB"/>
        </w:rPr>
        <w:t xml:space="preserve">– 1 piece </w:t>
      </w:r>
      <w:r w:rsidR="00494E93" w:rsidRPr="002D0437">
        <w:rPr>
          <w:rFonts w:asciiTheme="majorHAnsi" w:hAnsiTheme="majorHAnsi" w:cstheme="majorBidi"/>
          <w:lang w:val="en-GB"/>
        </w:rPr>
        <w:t>(</w:t>
      </w:r>
      <w:r w:rsidRPr="002D0437">
        <w:rPr>
          <w:rFonts w:asciiTheme="majorHAnsi" w:hAnsiTheme="majorHAnsi" w:cstheme="majorBidi"/>
          <w:lang w:val="en-GB"/>
        </w:rPr>
        <w:t>hereinafter referred to as the "</w:t>
      </w:r>
      <w:r w:rsidRPr="002D0437">
        <w:rPr>
          <w:rFonts w:asciiTheme="majorHAnsi" w:hAnsiTheme="majorHAnsi" w:cstheme="majorBidi"/>
          <w:b/>
          <w:bCs/>
          <w:lang w:val="en-GB"/>
        </w:rPr>
        <w:t>subject matter of the public contract</w:t>
      </w:r>
      <w:r w:rsidRPr="002D0437">
        <w:rPr>
          <w:rFonts w:asciiTheme="majorHAnsi" w:hAnsiTheme="majorHAnsi" w:cstheme="majorBidi"/>
          <w:lang w:val="en-GB"/>
        </w:rPr>
        <w:t>" or "</w:t>
      </w:r>
      <w:r w:rsidRPr="002D0437">
        <w:rPr>
          <w:rFonts w:asciiTheme="majorHAnsi" w:hAnsiTheme="majorHAnsi" w:cstheme="majorBidi"/>
          <w:b/>
          <w:bCs/>
          <w:lang w:val="en-GB"/>
        </w:rPr>
        <w:t>equipment</w:t>
      </w:r>
      <w:r w:rsidRPr="002D0437">
        <w:rPr>
          <w:rFonts w:asciiTheme="majorHAnsi" w:hAnsiTheme="majorHAnsi" w:cstheme="majorBidi"/>
          <w:lang w:val="en-GB"/>
        </w:rPr>
        <w:t>"</w:t>
      </w:r>
      <w:r w:rsidR="00494E93" w:rsidRPr="002D0437">
        <w:rPr>
          <w:rFonts w:asciiTheme="majorHAnsi" w:hAnsiTheme="majorHAnsi" w:cstheme="majorBidi"/>
          <w:lang w:val="en-GB"/>
        </w:rPr>
        <w:t>).</w:t>
      </w:r>
      <w:r w:rsidR="4DB67052" w:rsidRPr="002D0437">
        <w:rPr>
          <w:rFonts w:asciiTheme="majorHAnsi" w:hAnsiTheme="majorHAnsi" w:cstheme="majorBidi"/>
          <w:lang w:val="en-GB"/>
        </w:rPr>
        <w:t xml:space="preserve"> </w:t>
      </w:r>
    </w:p>
    <w:p w14:paraId="68AA4DC6" w14:textId="641221F5" w:rsidR="00494E93" w:rsidRPr="002D0437" w:rsidRDefault="006260FE" w:rsidP="4D7A93C3">
      <w:pPr>
        <w:spacing w:line="276" w:lineRule="auto"/>
        <w:jc w:val="both"/>
        <w:rPr>
          <w:rFonts w:asciiTheme="majorHAnsi" w:hAnsiTheme="majorHAnsi" w:cstheme="majorBidi"/>
          <w:lang w:val="en-GB"/>
        </w:rPr>
      </w:pPr>
      <w:r w:rsidRPr="002D043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2D0437">
        <w:rPr>
          <w:rFonts w:ascii="Calibri Light" w:eastAsia="Calibri Light" w:hAnsi="Calibri Light" w:cs="Calibri Light"/>
          <w:lang w:val="en-GB"/>
        </w:rPr>
        <w:t>.</w:t>
      </w:r>
    </w:p>
    <w:p w14:paraId="22535DDD" w14:textId="77777777" w:rsidR="006260FE" w:rsidRPr="002D0437" w:rsidRDefault="006260FE" w:rsidP="005203BF">
      <w:pPr>
        <w:spacing w:line="276" w:lineRule="auto"/>
        <w:jc w:val="both"/>
        <w:rPr>
          <w:rFonts w:asciiTheme="majorHAnsi" w:hAnsiTheme="majorHAnsi" w:cstheme="majorHAnsi"/>
          <w:lang w:val="en-GB"/>
        </w:rPr>
      </w:pPr>
      <w:r w:rsidRPr="002D043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2D0437">
        <w:rPr>
          <w:rFonts w:asciiTheme="majorHAnsi" w:hAnsiTheme="majorHAnsi" w:cstheme="majorHAnsi"/>
          <w:b/>
          <w:lang w:val="en-GB"/>
        </w:rPr>
        <w:t>the minimum permissible</w:t>
      </w:r>
      <w:r w:rsidRPr="002D043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2D0437" w:rsidRDefault="006260FE" w:rsidP="00494E93">
      <w:pPr>
        <w:pStyle w:val="Nadpis1"/>
        <w:rPr>
          <w:rStyle w:val="Siln"/>
          <w:rFonts w:cstheme="majorHAnsi"/>
          <w:b/>
          <w:bCs w:val="0"/>
          <w:lang w:val="en-GB"/>
        </w:rPr>
      </w:pPr>
      <w:r w:rsidRPr="002D0437">
        <w:rPr>
          <w:rStyle w:val="Siln"/>
          <w:rFonts w:cstheme="majorHAnsi"/>
          <w:b/>
          <w:bCs w:val="0"/>
          <w:lang w:val="en-GB"/>
        </w:rPr>
        <w:lastRenderedPageBreak/>
        <w:t>Device offered by the participant</w:t>
      </w:r>
    </w:p>
    <w:p w14:paraId="07966072" w14:textId="1008B98B" w:rsidR="006260FE" w:rsidRPr="002D0437" w:rsidRDefault="006260FE" w:rsidP="00B164FA">
      <w:pPr>
        <w:spacing w:line="276" w:lineRule="auto"/>
        <w:jc w:val="both"/>
        <w:rPr>
          <w:rFonts w:asciiTheme="majorHAnsi" w:hAnsiTheme="majorHAnsi" w:cstheme="majorHAnsi"/>
          <w:lang w:val="en-GB"/>
        </w:rPr>
      </w:pPr>
      <w:r w:rsidRPr="002D0437">
        <w:rPr>
          <w:rFonts w:asciiTheme="majorHAnsi" w:hAnsiTheme="majorHAnsi" w:cstheme="majorHAnsi"/>
          <w:b/>
          <w:lang w:val="en-GB"/>
        </w:rPr>
        <w:t xml:space="preserve">For </w:t>
      </w:r>
      <w:r w:rsidRPr="002D0437">
        <w:rPr>
          <w:rFonts w:asciiTheme="majorHAnsi" w:hAnsiTheme="majorHAnsi" w:cstheme="majorHAnsi"/>
          <w:b/>
          <w:u w:val="single"/>
          <w:lang w:val="en-GB"/>
        </w:rPr>
        <w:t>each</w:t>
      </w:r>
      <w:r w:rsidRPr="002D0437">
        <w:rPr>
          <w:rFonts w:asciiTheme="majorHAnsi" w:hAnsiTheme="majorHAnsi" w:cstheme="majorHAnsi"/>
          <w:b/>
          <w:lang w:val="en-GB"/>
        </w:rPr>
        <w:t xml:space="preserve"> item (row) of the table, the participant </w:t>
      </w:r>
      <w:r w:rsidRPr="002D0437">
        <w:rPr>
          <w:rFonts w:asciiTheme="majorHAnsi" w:hAnsiTheme="majorHAnsi" w:cstheme="majorHAnsi"/>
          <w:b/>
          <w:u w:val="single"/>
          <w:lang w:val="en-GB"/>
        </w:rPr>
        <w:t>shall state the specific technical parameters of the equipment offered</w:t>
      </w:r>
      <w:r w:rsidRPr="002D0437">
        <w:rPr>
          <w:rFonts w:asciiTheme="majorHAnsi" w:hAnsiTheme="majorHAnsi" w:cstheme="majorHAnsi"/>
          <w:b/>
          <w:lang w:val="en-GB"/>
        </w:rPr>
        <w:t xml:space="preserve"> or, for non-quantifiable requirements, he shall state YES/NO,</w:t>
      </w:r>
      <w:r w:rsidRPr="002D0437">
        <w:rPr>
          <w:rFonts w:asciiTheme="majorHAnsi" w:hAnsiTheme="majorHAnsi" w:cstheme="majorHAnsi"/>
          <w:lang w:val="en-GB"/>
        </w:rPr>
        <w:t xml:space="preserve"> i.e. whether the device meets or does not meet this requirement. </w:t>
      </w:r>
    </w:p>
    <w:p w14:paraId="15E71D76" w14:textId="39C2CA29" w:rsidR="00494E93" w:rsidRPr="002D0437" w:rsidRDefault="006260FE" w:rsidP="00494E93">
      <w:pPr>
        <w:spacing w:line="276" w:lineRule="auto"/>
        <w:jc w:val="both"/>
        <w:rPr>
          <w:rFonts w:asciiTheme="majorHAnsi" w:hAnsiTheme="majorHAnsi" w:cstheme="majorHAnsi"/>
          <w:lang w:val="en-GB"/>
        </w:rPr>
      </w:pPr>
      <w:r w:rsidRPr="002D0437">
        <w:rPr>
          <w:rFonts w:asciiTheme="majorHAnsi" w:hAnsiTheme="majorHAnsi" w:cstheme="majorHAnsi"/>
          <w:lang w:val="en-GB"/>
        </w:rPr>
        <w:t>Furthermore, the participant shall state the</w:t>
      </w:r>
      <w:r w:rsidRPr="002D0437">
        <w:rPr>
          <w:rFonts w:asciiTheme="majorHAnsi" w:hAnsiTheme="majorHAnsi" w:cstheme="majorHAnsi"/>
          <w:b/>
          <w:lang w:val="en-GB"/>
        </w:rPr>
        <w:t xml:space="preserve"> manufacturer and type designation of the offered equipment</w:t>
      </w:r>
      <w:r w:rsidRPr="002D0437">
        <w:rPr>
          <w:rFonts w:asciiTheme="majorHAnsi" w:hAnsiTheme="majorHAnsi" w:cstheme="majorHAnsi"/>
          <w:lang w:val="en-GB"/>
        </w:rPr>
        <w:t xml:space="preserve"> and </w:t>
      </w:r>
      <w:r w:rsidRPr="002D0437">
        <w:rPr>
          <w:rFonts w:asciiTheme="majorHAnsi" w:hAnsiTheme="majorHAnsi" w:cstheme="majorHAnsi"/>
          <w:b/>
          <w:lang w:val="en-GB"/>
        </w:rPr>
        <w:t xml:space="preserve">the price calculation of </w:t>
      </w:r>
      <w:r w:rsidRPr="002D0437">
        <w:rPr>
          <w:rFonts w:asciiTheme="majorHAnsi" w:hAnsiTheme="majorHAnsi" w:cstheme="majorHAnsi"/>
          <w:lang w:val="en-GB"/>
        </w:rPr>
        <w:t>the participant's offer</w:t>
      </w:r>
      <w:r w:rsidR="00494E93" w:rsidRPr="002D0437">
        <w:rPr>
          <w:rFonts w:asciiTheme="majorHAnsi" w:hAnsiTheme="majorHAnsi" w:cstheme="majorHAnsi"/>
          <w:b/>
          <w:lang w:val="en-GB"/>
        </w:rPr>
        <w:t>.</w:t>
      </w:r>
      <w:r w:rsidR="00494E93" w:rsidRPr="002D0437">
        <w:rPr>
          <w:rFonts w:asciiTheme="majorHAnsi" w:hAnsiTheme="majorHAnsi" w:cstheme="majorHAnsi"/>
          <w:lang w:val="en-GB"/>
        </w:rPr>
        <w:t xml:space="preserve"> </w:t>
      </w:r>
    </w:p>
    <w:p w14:paraId="55838ECC" w14:textId="206E8E23" w:rsidR="00494E93" w:rsidRPr="002D0437" w:rsidRDefault="001E264A" w:rsidP="00494E93">
      <w:pPr>
        <w:spacing w:line="276" w:lineRule="auto"/>
        <w:jc w:val="both"/>
        <w:rPr>
          <w:rFonts w:asciiTheme="majorHAnsi" w:hAnsiTheme="majorHAnsi" w:cstheme="majorHAnsi"/>
          <w:lang w:val="en-GB"/>
        </w:rPr>
      </w:pPr>
      <w:r w:rsidRPr="002D0437">
        <w:rPr>
          <w:rFonts w:asciiTheme="majorHAnsi" w:hAnsiTheme="majorHAnsi" w:cstheme="majorHAnsi"/>
          <w:lang w:val="en-GB"/>
        </w:rPr>
        <w:t>For</w:t>
      </w:r>
      <w:r w:rsidR="006260FE" w:rsidRPr="002D0437">
        <w:rPr>
          <w:rFonts w:asciiTheme="majorHAnsi" w:hAnsiTheme="majorHAnsi" w:cstheme="majorHAnsi"/>
          <w:lang w:val="en-GB"/>
        </w:rPr>
        <w:t xml:space="preserve"> the bid to be assessed and further evaluated, the participant must meet </w:t>
      </w:r>
      <w:r w:rsidR="006260FE" w:rsidRPr="002D0437">
        <w:rPr>
          <w:rFonts w:asciiTheme="majorHAnsi" w:hAnsiTheme="majorHAnsi" w:cstheme="majorHAnsi"/>
          <w:b/>
          <w:u w:val="single"/>
          <w:lang w:val="en-GB"/>
        </w:rPr>
        <w:t>all</w:t>
      </w:r>
      <w:r w:rsidR="006260FE" w:rsidRPr="002D0437">
        <w:rPr>
          <w:rFonts w:asciiTheme="majorHAnsi" w:hAnsiTheme="majorHAnsi" w:cstheme="majorHAnsi"/>
          <w:lang w:val="en-GB"/>
        </w:rPr>
        <w:t xml:space="preserve"> the technical parameters of the equipment required by the contracting authority</w:t>
      </w:r>
      <w:r w:rsidR="00494E93" w:rsidRPr="002D0437">
        <w:rPr>
          <w:rFonts w:asciiTheme="majorHAnsi" w:hAnsiTheme="majorHAnsi" w:cstheme="majorHAnsi"/>
          <w:lang w:val="en-GB"/>
        </w:rPr>
        <w:t>.</w:t>
      </w:r>
    </w:p>
    <w:p w14:paraId="007978AB" w14:textId="15D71AA7" w:rsidR="00494E93" w:rsidRPr="002D0437" w:rsidRDefault="002D0437" w:rsidP="00494E93">
      <w:pPr>
        <w:spacing w:line="276" w:lineRule="auto"/>
        <w:jc w:val="both"/>
        <w:rPr>
          <w:rFonts w:asciiTheme="majorHAnsi" w:hAnsiTheme="majorHAnsi" w:cstheme="majorHAnsi"/>
          <w:b/>
          <w:u w:val="single"/>
          <w:lang w:val="en-GB"/>
        </w:rPr>
      </w:pPr>
      <w:r w:rsidRPr="002D0437">
        <w:rPr>
          <w:rFonts w:asciiTheme="majorHAnsi" w:hAnsiTheme="majorHAnsi" w:cstheme="majorBidi"/>
          <w:b/>
          <w:bCs/>
          <w:u w:val="single"/>
          <w:lang w:val="en-GB"/>
        </w:rPr>
        <w:t xml:space="preserve">Cooled space </w:t>
      </w:r>
      <w:r w:rsidR="008F7BF7" w:rsidRPr="002D0437">
        <w:rPr>
          <w:rFonts w:asciiTheme="majorHAnsi" w:hAnsiTheme="majorHAnsi" w:cstheme="majorBidi"/>
          <w:b/>
          <w:bCs/>
          <w:u w:val="single"/>
          <w:lang w:val="en-GB"/>
        </w:rPr>
        <w:t xml:space="preserve">– </w:t>
      </w:r>
      <w:r w:rsidRPr="002D0437">
        <w:rPr>
          <w:rFonts w:asciiTheme="majorHAnsi" w:hAnsiTheme="majorHAnsi" w:cstheme="majorBidi"/>
          <w:b/>
          <w:bCs/>
          <w:u w:val="single"/>
          <w:lang w:val="en-GB"/>
        </w:rPr>
        <w:t>1</w:t>
      </w:r>
      <w:r w:rsidR="008F7BF7" w:rsidRPr="002D0437">
        <w:rPr>
          <w:rFonts w:asciiTheme="majorHAnsi" w:hAnsiTheme="majorHAnsi" w:cstheme="majorBidi"/>
          <w:b/>
          <w:bCs/>
          <w:u w:val="single"/>
          <w:lang w:val="en-GB"/>
        </w:rPr>
        <w:t xml:space="preserve"> piece</w:t>
      </w:r>
      <w:r w:rsidR="007B431A" w:rsidRPr="002D0437">
        <w:rPr>
          <w:rFonts w:asciiTheme="majorHAnsi" w:hAnsiTheme="majorHAnsi" w:cstheme="majorBidi"/>
          <w:b/>
          <w:bCs/>
          <w:u w:val="single"/>
          <w:lang w:val="en-GB"/>
        </w:rPr>
        <w:t xml:space="preserve"> </w:t>
      </w:r>
      <w:r w:rsidR="00E720BA" w:rsidRPr="002D0437">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2D043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2D0437" w:rsidRDefault="006260FE" w:rsidP="00494E93">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2D0437" w:rsidRDefault="006260FE" w:rsidP="00494E93">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Technical parameters offered by the participant or YES/NO – according to the below</w:t>
            </w:r>
            <w:r w:rsidR="00CD1ADC" w:rsidRPr="002D0437">
              <w:rPr>
                <w:rFonts w:asciiTheme="majorHAnsi" w:hAnsiTheme="majorHAnsi" w:cstheme="majorHAnsi"/>
                <w:b/>
                <w:lang w:val="en-GB"/>
              </w:rPr>
              <w:t>:</w:t>
            </w:r>
          </w:p>
        </w:tc>
      </w:tr>
      <w:tr w:rsidR="002D0437" w:rsidRPr="002D043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37084D8A"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Box width outside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603444DE" w:rsidR="002D0437" w:rsidRPr="002D0437" w:rsidRDefault="00825C63" w:rsidP="002D0437">
            <w:pPr>
              <w:spacing w:after="0" w:line="276" w:lineRule="auto"/>
              <w:rPr>
                <w:rFonts w:asciiTheme="majorHAnsi" w:hAnsiTheme="majorHAnsi" w:cstheme="majorHAnsi"/>
                <w:lang w:val="en-GB"/>
              </w:rPr>
            </w:pPr>
            <w:r>
              <w:rPr>
                <w:rFonts w:asciiTheme="majorHAnsi" w:hAnsiTheme="majorHAnsi" w:cstheme="majorHAnsi"/>
                <w:lang w:val="en-GB"/>
              </w:rPr>
              <w:t>9</w:t>
            </w:r>
            <w:r w:rsidR="002D0437" w:rsidRPr="002D0437">
              <w:rPr>
                <w:rFonts w:asciiTheme="majorHAnsi" w:hAnsiTheme="majorHAnsi" w:cstheme="majorHAnsi"/>
                <w:lang w:val="en-GB"/>
              </w:rPr>
              <w:t xml:space="preserve"> 000 mm </w:t>
            </w:r>
          </w:p>
        </w:tc>
        <w:sdt>
          <w:sdtPr>
            <w:rPr>
              <w:rFonts w:asciiTheme="majorHAnsi" w:hAnsiTheme="majorHAnsi" w:cstheme="majorHAnsi"/>
              <w:lang w:val="en-GB"/>
            </w:rPr>
            <w:id w:val="895783796"/>
            <w:placeholder>
              <w:docPart w:val="6E0B574A7F2E4465971F5F917DCD16F5"/>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46ADBC0C"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15A07A6F" w14:textId="77777777" w:rsidTr="008A1C90">
        <w:tc>
          <w:tcPr>
            <w:tcW w:w="2596" w:type="dxa"/>
            <w:tcBorders>
              <w:top w:val="single" w:sz="4" w:space="0" w:color="000000"/>
              <w:left w:val="single" w:sz="4" w:space="0" w:color="000000"/>
              <w:bottom w:val="single" w:sz="4" w:space="0" w:color="000000"/>
            </w:tcBorders>
            <w:vAlign w:val="center"/>
          </w:tcPr>
          <w:p w14:paraId="7B9E3E0A" w14:textId="5EDE381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Box length outer</w:t>
            </w:r>
          </w:p>
        </w:tc>
        <w:tc>
          <w:tcPr>
            <w:tcW w:w="2551" w:type="dxa"/>
            <w:tcBorders>
              <w:top w:val="single" w:sz="4" w:space="0" w:color="000000"/>
              <w:left w:val="single" w:sz="4" w:space="0" w:color="000000"/>
              <w:bottom w:val="single" w:sz="4" w:space="0" w:color="000000"/>
            </w:tcBorders>
            <w:vAlign w:val="center"/>
          </w:tcPr>
          <w:p w14:paraId="00BEFD13" w14:textId="74ADDD1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20 000 mm</w:t>
            </w:r>
          </w:p>
        </w:tc>
        <w:tc>
          <w:tcPr>
            <w:tcW w:w="4082" w:type="dxa"/>
            <w:tcBorders>
              <w:top w:val="single" w:sz="4" w:space="0" w:color="000000"/>
              <w:left w:val="single" w:sz="4" w:space="0" w:color="000000"/>
              <w:bottom w:val="single" w:sz="4" w:space="0" w:color="000000"/>
              <w:right w:val="single" w:sz="4" w:space="0" w:color="000000"/>
            </w:tcBorders>
            <w:vAlign w:val="center"/>
          </w:tcPr>
          <w:p w14:paraId="39FF63B2" w14:textId="28A18595" w:rsidR="002D0437" w:rsidRPr="002D0437" w:rsidRDefault="00A70FC3" w:rsidP="002D0437">
            <w:pPr>
              <w:spacing w:after="0" w:line="276" w:lineRule="auto"/>
              <w:jc w:val="both"/>
              <w:rPr>
                <w:rFonts w:asciiTheme="majorHAnsi" w:hAnsiTheme="majorHAnsi" w:cstheme="majorHAnsi"/>
                <w:lang w:val="en-GB"/>
              </w:rPr>
            </w:pPr>
            <w:sdt>
              <w:sdtPr>
                <w:rPr>
                  <w:rFonts w:asciiTheme="majorHAnsi" w:hAnsiTheme="majorHAnsi" w:cstheme="majorHAnsi"/>
                  <w:lang w:val="en-GB"/>
                </w:rPr>
                <w:id w:val="-1407757774"/>
                <w:placeholder>
                  <w:docPart w:val="C908B4B139E140C4950D3298B9834FBD"/>
                </w:placeholder>
              </w:sdtPr>
              <w:sdtEndPr/>
              <w:sdtContent>
                <w:r w:rsidR="000F032C">
                  <w:rPr>
                    <w:rFonts w:asciiTheme="majorHAnsi" w:hAnsiTheme="majorHAnsi" w:cstheme="majorHAnsi"/>
                    <w:highlight w:val="yellow"/>
                    <w:lang w:val="en-GB"/>
                  </w:rPr>
                  <w:t>Click and write parameter value</w:t>
                </w:r>
              </w:sdtContent>
            </w:sdt>
          </w:p>
        </w:tc>
      </w:tr>
      <w:tr w:rsidR="002D0437" w:rsidRPr="002D0437" w14:paraId="36EDA44A"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52014C7D" w14:textId="4C6307C6"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Clear box height </w:t>
            </w:r>
          </w:p>
        </w:tc>
        <w:tc>
          <w:tcPr>
            <w:tcW w:w="2551" w:type="dxa"/>
            <w:tcBorders>
              <w:top w:val="single" w:sz="4" w:space="0" w:color="000000"/>
              <w:left w:val="single" w:sz="4" w:space="0" w:color="000000"/>
              <w:bottom w:val="single" w:sz="4" w:space="0" w:color="000000"/>
            </w:tcBorders>
            <w:shd w:val="clear" w:color="auto" w:fill="auto"/>
            <w:vAlign w:val="center"/>
          </w:tcPr>
          <w:p w14:paraId="16E04196" w14:textId="1E2559A9" w:rsidR="002D0437" w:rsidRPr="002D0437" w:rsidRDefault="00825C63" w:rsidP="002D0437">
            <w:pPr>
              <w:spacing w:after="0" w:line="276" w:lineRule="auto"/>
              <w:rPr>
                <w:rFonts w:asciiTheme="majorHAnsi" w:hAnsiTheme="majorHAnsi" w:cstheme="majorHAnsi"/>
                <w:lang w:val="en-GB"/>
              </w:rPr>
            </w:pPr>
            <w:r>
              <w:rPr>
                <w:rFonts w:asciiTheme="majorHAnsi" w:hAnsiTheme="majorHAnsi" w:cstheme="majorHAnsi"/>
                <w:lang w:val="en-GB"/>
              </w:rPr>
              <w:t>3900</w:t>
            </w:r>
            <w:r w:rsidR="002D0437" w:rsidRPr="002D0437">
              <w:rPr>
                <w:rFonts w:asciiTheme="majorHAnsi" w:hAnsiTheme="majorHAnsi" w:cstheme="majorHAnsi"/>
                <w:lang w:val="en-GB"/>
              </w:rPr>
              <w:t xml:space="preserve"> mm</w:t>
            </w:r>
          </w:p>
        </w:tc>
        <w:sdt>
          <w:sdtPr>
            <w:rPr>
              <w:rFonts w:asciiTheme="majorHAnsi" w:hAnsiTheme="majorHAnsi" w:cstheme="majorHAnsi"/>
              <w:lang w:val="en-GB"/>
            </w:rPr>
            <w:id w:val="108095059"/>
            <w:placeholder>
              <w:docPart w:val="2C580CD8712E4AB7AA6C6A421BDFBED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0D9BB" w14:textId="09D79E4B"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75A7792A" w14:textId="77777777" w:rsidTr="00EA7238">
        <w:tc>
          <w:tcPr>
            <w:tcW w:w="2596" w:type="dxa"/>
            <w:tcBorders>
              <w:top w:val="single" w:sz="4" w:space="0" w:color="000000"/>
              <w:left w:val="single" w:sz="4" w:space="0" w:color="000000"/>
              <w:bottom w:val="single" w:sz="4" w:space="0" w:color="000000"/>
            </w:tcBorders>
            <w:vAlign w:val="center"/>
          </w:tcPr>
          <w:p w14:paraId="55C47E0D" w14:textId="6C688C3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to the box</w:t>
            </w:r>
          </w:p>
        </w:tc>
        <w:tc>
          <w:tcPr>
            <w:tcW w:w="2551" w:type="dxa"/>
            <w:tcBorders>
              <w:top w:val="single" w:sz="4" w:space="0" w:color="000000"/>
              <w:left w:val="single" w:sz="4" w:space="0" w:color="000000"/>
              <w:bottom w:val="single" w:sz="4" w:space="0" w:color="000000"/>
            </w:tcBorders>
            <w:vAlign w:val="center"/>
          </w:tcPr>
          <w:p w14:paraId="2DC4BB7D" w14:textId="77777777" w:rsidR="002D0437" w:rsidRDefault="00825C63" w:rsidP="002D0437">
            <w:pPr>
              <w:spacing w:after="0" w:line="276" w:lineRule="auto"/>
              <w:rPr>
                <w:rFonts w:asciiTheme="majorHAnsi" w:hAnsiTheme="majorHAnsi" w:cstheme="majorHAnsi"/>
                <w:lang w:val="en-GB"/>
              </w:rPr>
            </w:pPr>
            <w:r>
              <w:rPr>
                <w:rFonts w:asciiTheme="majorHAnsi" w:hAnsiTheme="majorHAnsi" w:cstheme="majorHAnsi"/>
                <w:lang w:val="en-GB"/>
              </w:rPr>
              <w:t xml:space="preserve">2x </w:t>
            </w:r>
            <w:r w:rsidR="002D0437" w:rsidRPr="002D0437">
              <w:rPr>
                <w:rFonts w:asciiTheme="majorHAnsi" w:hAnsiTheme="majorHAnsi" w:cstheme="majorHAnsi"/>
                <w:lang w:val="en-GB"/>
              </w:rPr>
              <w:t>Refrigerated sliding</w:t>
            </w:r>
          </w:p>
          <w:p w14:paraId="6E24AA63" w14:textId="646BE38B" w:rsidR="00825C63" w:rsidRPr="002D0437" w:rsidRDefault="00825C63" w:rsidP="002D0437">
            <w:pPr>
              <w:spacing w:after="0" w:line="276" w:lineRule="auto"/>
              <w:rPr>
                <w:rFonts w:asciiTheme="majorHAnsi" w:hAnsiTheme="majorHAnsi" w:cstheme="majorHAnsi"/>
                <w:lang w:val="en-GB"/>
              </w:rPr>
            </w:pPr>
            <w:r>
              <w:rPr>
                <w:rFonts w:asciiTheme="majorHAnsi" w:hAnsiTheme="majorHAnsi" w:cstheme="majorHAnsi"/>
                <w:lang w:val="en-GB"/>
              </w:rPr>
              <w:t xml:space="preserve">2x </w:t>
            </w:r>
            <w:r w:rsidRPr="002D0437">
              <w:rPr>
                <w:rFonts w:asciiTheme="majorHAnsi" w:hAnsiTheme="majorHAnsi" w:cstheme="majorHAnsi"/>
                <w:lang w:val="en-GB"/>
              </w:rPr>
              <w:t xml:space="preserve">Refrigerated </w:t>
            </w:r>
            <w:r>
              <w:rPr>
                <w:rFonts w:asciiTheme="majorHAnsi" w:hAnsiTheme="majorHAnsi" w:cstheme="majorHAnsi"/>
                <w:lang w:val="en-GB"/>
              </w:rPr>
              <w:t>twisting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4F00580684074B6897711FCFCF12CAC8"/>
              </w:placeholder>
            </w:sdtPr>
            <w:sdtEndPr/>
            <w:sdtContent>
              <w:p w14:paraId="0FA986DD" w14:textId="2B6F19A0" w:rsidR="002D0437" w:rsidRPr="002D0437" w:rsidRDefault="003E2BAB"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499DDD35"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34E038E5" w14:textId="67C39A2E"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dimensions in mm</w:t>
            </w:r>
          </w:p>
        </w:tc>
        <w:tc>
          <w:tcPr>
            <w:tcW w:w="2551" w:type="dxa"/>
            <w:tcBorders>
              <w:top w:val="single" w:sz="4" w:space="0" w:color="000000"/>
              <w:left w:val="single" w:sz="4" w:space="0" w:color="000000"/>
              <w:bottom w:val="single" w:sz="4" w:space="0" w:color="000000"/>
            </w:tcBorders>
            <w:shd w:val="clear" w:color="auto" w:fill="auto"/>
            <w:vAlign w:val="center"/>
          </w:tcPr>
          <w:p w14:paraId="18F36DC1" w14:textId="40FF7DA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W. 1500 x H. 2500 mm</w:t>
            </w:r>
          </w:p>
        </w:tc>
        <w:sdt>
          <w:sdtPr>
            <w:rPr>
              <w:rFonts w:asciiTheme="majorHAnsi" w:hAnsiTheme="majorHAnsi" w:cstheme="majorHAnsi"/>
              <w:lang w:val="en-GB"/>
            </w:rPr>
            <w:id w:val="-959645582"/>
            <w:placeholder>
              <w:docPart w:val="618133C7F2FD47F89FEE906C8506C8E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6404E" w14:textId="6508A73C"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411CE503"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A4A09AF" w14:textId="32C35DC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Number of doors in the box</w:t>
            </w:r>
          </w:p>
        </w:tc>
        <w:tc>
          <w:tcPr>
            <w:tcW w:w="2551" w:type="dxa"/>
            <w:tcBorders>
              <w:top w:val="single" w:sz="4" w:space="0" w:color="000000"/>
              <w:left w:val="single" w:sz="4" w:space="0" w:color="000000"/>
              <w:bottom w:val="single" w:sz="4" w:space="0" w:color="000000"/>
            </w:tcBorders>
            <w:shd w:val="clear" w:color="auto" w:fill="auto"/>
            <w:vAlign w:val="center"/>
          </w:tcPr>
          <w:p w14:paraId="58789F52" w14:textId="70CFB737" w:rsidR="00825C63" w:rsidRDefault="00825C63" w:rsidP="00825C63">
            <w:pPr>
              <w:spacing w:after="0" w:line="276" w:lineRule="auto"/>
              <w:rPr>
                <w:rFonts w:asciiTheme="majorHAnsi" w:hAnsiTheme="majorHAnsi" w:cstheme="majorHAnsi"/>
                <w:lang w:val="en-GB"/>
              </w:rPr>
            </w:pPr>
            <w:r>
              <w:rPr>
                <w:rFonts w:asciiTheme="majorHAnsi" w:hAnsiTheme="majorHAnsi" w:cstheme="majorHAnsi"/>
                <w:lang w:val="en-GB"/>
              </w:rPr>
              <w:t xml:space="preserve">4, 2x </w:t>
            </w:r>
            <w:r w:rsidRPr="002D0437">
              <w:rPr>
                <w:rFonts w:asciiTheme="majorHAnsi" w:hAnsiTheme="majorHAnsi" w:cstheme="majorHAnsi"/>
                <w:lang w:val="en-GB"/>
              </w:rPr>
              <w:t>Refrigerated sliding</w:t>
            </w:r>
          </w:p>
          <w:p w14:paraId="056283A7" w14:textId="26850008" w:rsidR="002D0437" w:rsidRPr="002D0437" w:rsidRDefault="00825C63" w:rsidP="00825C63">
            <w:pPr>
              <w:spacing w:after="0" w:line="276" w:lineRule="auto"/>
              <w:rPr>
                <w:rFonts w:asciiTheme="majorHAnsi" w:hAnsiTheme="majorHAnsi" w:cstheme="majorHAnsi"/>
                <w:lang w:val="en-GB"/>
              </w:rPr>
            </w:pPr>
            <w:r>
              <w:rPr>
                <w:rFonts w:asciiTheme="majorHAnsi" w:hAnsiTheme="majorHAnsi" w:cstheme="majorHAnsi"/>
                <w:lang w:val="en-GB"/>
              </w:rPr>
              <w:t xml:space="preserve">2x </w:t>
            </w:r>
            <w:r w:rsidRPr="002D0437">
              <w:rPr>
                <w:rFonts w:asciiTheme="majorHAnsi" w:hAnsiTheme="majorHAnsi" w:cstheme="majorHAnsi"/>
                <w:lang w:val="en-GB"/>
              </w:rPr>
              <w:t xml:space="preserve">Refrigerated </w:t>
            </w:r>
            <w:r>
              <w:rPr>
                <w:rFonts w:asciiTheme="majorHAnsi" w:hAnsiTheme="majorHAnsi" w:cstheme="majorHAnsi"/>
                <w:lang w:val="en-GB"/>
              </w:rPr>
              <w:t>twisting</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016497931"/>
              <w:placeholder>
                <w:docPart w:val="6CAE3C388A434DEFA45311574E3CDB0D"/>
              </w:placeholder>
            </w:sdtPr>
            <w:sdtEndPr/>
            <w:sdtContent>
              <w:p w14:paraId="2F61418F" w14:textId="0F136E3B"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2B7D0E7F"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71628727" w14:textId="77CCC92B"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Door Location</w:t>
            </w:r>
          </w:p>
        </w:tc>
        <w:tc>
          <w:tcPr>
            <w:tcW w:w="2551" w:type="dxa"/>
            <w:tcBorders>
              <w:top w:val="single" w:sz="4" w:space="0" w:color="000000"/>
              <w:left w:val="single" w:sz="4" w:space="0" w:color="000000"/>
              <w:bottom w:val="single" w:sz="4" w:space="0" w:color="000000"/>
            </w:tcBorders>
            <w:shd w:val="clear" w:color="auto" w:fill="auto"/>
            <w:vAlign w:val="center"/>
          </w:tcPr>
          <w:p w14:paraId="6BE7CF70" w14:textId="4D3AE58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On the narrow side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23788365"/>
              <w:placeholder>
                <w:docPart w:val="47A9E2A2020E48ECB87F9241E7F24203"/>
              </w:placeholder>
            </w:sdtPr>
            <w:sdtEndPr/>
            <w:sdtContent>
              <w:p w14:paraId="370DE7A9" w14:textId="20F51E84"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5E0ABD95"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7A1D847" w14:textId="1EE2DCC6"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Box floor </w:t>
            </w:r>
          </w:p>
        </w:tc>
        <w:tc>
          <w:tcPr>
            <w:tcW w:w="2551" w:type="dxa"/>
            <w:tcBorders>
              <w:top w:val="single" w:sz="4" w:space="0" w:color="000000"/>
              <w:left w:val="single" w:sz="4" w:space="0" w:color="000000"/>
              <w:bottom w:val="single" w:sz="4" w:space="0" w:color="000000"/>
            </w:tcBorders>
            <w:shd w:val="clear" w:color="auto" w:fill="auto"/>
            <w:vAlign w:val="center"/>
          </w:tcPr>
          <w:p w14:paraId="16F31A33" w14:textId="41A50AC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Without floor</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314636680"/>
              <w:placeholder>
                <w:docPart w:val="CC322748CB854F35A43A94A15D31E0AD"/>
              </w:placeholder>
            </w:sdtPr>
            <w:sdtEndPr/>
            <w:sdtContent>
              <w:p w14:paraId="0740DA7E" w14:textId="7C6074FB" w:rsidR="002D0437" w:rsidRPr="002D0437" w:rsidRDefault="008B2FA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6E3F336B" w14:textId="77777777" w:rsidTr="00EA7238">
        <w:tc>
          <w:tcPr>
            <w:tcW w:w="2596" w:type="dxa"/>
            <w:tcBorders>
              <w:top w:val="single" w:sz="4" w:space="0" w:color="000000"/>
              <w:left w:val="single" w:sz="4" w:space="0" w:color="000000"/>
              <w:bottom w:val="single" w:sz="4" w:space="0" w:color="000000"/>
            </w:tcBorders>
            <w:vAlign w:val="center"/>
          </w:tcPr>
          <w:p w14:paraId="5D17E49A" w14:textId="450C0DC8"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Thermal insulation</w:t>
            </w:r>
          </w:p>
        </w:tc>
        <w:tc>
          <w:tcPr>
            <w:tcW w:w="2551" w:type="dxa"/>
            <w:tcBorders>
              <w:top w:val="single" w:sz="4" w:space="0" w:color="000000"/>
              <w:left w:val="single" w:sz="4" w:space="0" w:color="000000"/>
              <w:bottom w:val="single" w:sz="4" w:space="0" w:color="000000"/>
            </w:tcBorders>
            <w:vAlign w:val="center"/>
          </w:tcPr>
          <w:p w14:paraId="78A9E23A" w14:textId="19CB4E1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PUR min. 60 mm or equivalent</w:t>
            </w:r>
          </w:p>
        </w:tc>
        <w:tc>
          <w:tcPr>
            <w:tcW w:w="4082" w:type="dxa"/>
            <w:tcBorders>
              <w:top w:val="single" w:sz="4" w:space="0" w:color="000000"/>
              <w:left w:val="single" w:sz="4" w:space="0" w:color="000000"/>
              <w:bottom w:val="single" w:sz="4" w:space="0" w:color="000000"/>
              <w:right w:val="single" w:sz="4" w:space="0" w:color="000000"/>
            </w:tcBorders>
            <w:vAlign w:val="center"/>
          </w:tcPr>
          <w:p w14:paraId="2858B5B2" w14:textId="78E9FA29" w:rsidR="002D0437" w:rsidRPr="002D0437" w:rsidRDefault="00A70FC3" w:rsidP="002D0437">
            <w:pPr>
              <w:spacing w:after="0" w:line="276" w:lineRule="auto"/>
              <w:jc w:val="both"/>
              <w:rPr>
                <w:rFonts w:asciiTheme="majorHAnsi" w:hAnsiTheme="majorHAnsi" w:cstheme="majorHAnsi"/>
                <w:lang w:val="en-GB"/>
              </w:rPr>
            </w:pPr>
            <w:sdt>
              <w:sdtPr>
                <w:rPr>
                  <w:rFonts w:asciiTheme="majorHAnsi" w:hAnsiTheme="majorHAnsi" w:cstheme="majorHAnsi"/>
                  <w:lang w:val="en-GB"/>
                </w:rPr>
                <w:id w:val="-86314025"/>
                <w:placeholder>
                  <w:docPart w:val="A64358CFBAE04602A22F4A092BB2DBDF"/>
                </w:placeholder>
              </w:sdtPr>
              <w:sdtEndPr/>
              <w:sdtContent>
                <w:r w:rsidR="000F032C">
                  <w:rPr>
                    <w:rFonts w:asciiTheme="majorHAnsi" w:hAnsiTheme="majorHAnsi" w:cstheme="majorHAnsi"/>
                    <w:highlight w:val="yellow"/>
                    <w:lang w:val="en-GB"/>
                  </w:rPr>
                  <w:t>Click and write parameter value</w:t>
                </w:r>
              </w:sdtContent>
            </w:sdt>
          </w:p>
        </w:tc>
      </w:tr>
      <w:tr w:rsidR="00825C63" w:rsidRPr="002D0437" w14:paraId="6B1AE3B7" w14:textId="77777777" w:rsidTr="00EA7238">
        <w:tc>
          <w:tcPr>
            <w:tcW w:w="2596" w:type="dxa"/>
            <w:tcBorders>
              <w:top w:val="single" w:sz="4" w:space="0" w:color="000000"/>
              <w:left w:val="single" w:sz="4" w:space="0" w:color="000000"/>
              <w:bottom w:val="single" w:sz="4" w:space="0" w:color="000000"/>
            </w:tcBorders>
            <w:vAlign w:val="center"/>
          </w:tcPr>
          <w:p w14:paraId="0C8A8AAC" w14:textId="2FD638D2" w:rsidR="00825C63" w:rsidRPr="002D0437" w:rsidRDefault="00825C63" w:rsidP="00825C63">
            <w:pPr>
              <w:spacing w:after="0" w:line="276" w:lineRule="auto"/>
              <w:rPr>
                <w:rFonts w:asciiTheme="majorHAnsi" w:hAnsiTheme="majorHAnsi" w:cstheme="majorHAnsi"/>
                <w:lang w:val="en-GB"/>
              </w:rPr>
            </w:pPr>
            <w:r>
              <w:rPr>
                <w:rFonts w:asciiTheme="majorHAnsi" w:hAnsiTheme="majorHAnsi" w:cstheme="majorHAnsi"/>
              </w:rPr>
              <w:t>Refrigerated space situation</w:t>
            </w:r>
          </w:p>
        </w:tc>
        <w:tc>
          <w:tcPr>
            <w:tcW w:w="2551" w:type="dxa"/>
            <w:tcBorders>
              <w:top w:val="single" w:sz="4" w:space="0" w:color="000000"/>
              <w:left w:val="single" w:sz="4" w:space="0" w:color="000000"/>
              <w:bottom w:val="single" w:sz="4" w:space="0" w:color="000000"/>
            </w:tcBorders>
            <w:vAlign w:val="center"/>
          </w:tcPr>
          <w:p w14:paraId="39F68F26" w14:textId="1FE3EA2E" w:rsidR="00825C63" w:rsidRPr="002D0437" w:rsidRDefault="00825C63" w:rsidP="00825C63">
            <w:pPr>
              <w:spacing w:after="0" w:line="276" w:lineRule="auto"/>
              <w:rPr>
                <w:rFonts w:asciiTheme="majorHAnsi" w:hAnsiTheme="majorHAnsi" w:cstheme="majorHAnsi"/>
                <w:lang w:val="en-GB"/>
              </w:rPr>
            </w:pPr>
            <w:r>
              <w:rPr>
                <w:rFonts w:asciiTheme="majorHAnsi" w:hAnsiTheme="majorHAnsi" w:cstheme="majorHAnsi"/>
              </w:rPr>
              <w:t xml:space="preserve">Compartment, divided into two parts with independent temperature adjustment </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726077285"/>
              <w:placeholder>
                <w:docPart w:val="70BC898D3F6B4204B5AAA01F11663477"/>
              </w:placeholder>
            </w:sdtPr>
            <w:sdtEndPr/>
            <w:sdtContent>
              <w:p w14:paraId="42DE7427" w14:textId="16655BAA" w:rsidR="00825C63" w:rsidRPr="002D0437" w:rsidRDefault="00825C63" w:rsidP="00825C6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79D83E35"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019EE4BC" w14:textId="792534B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Minimum achievable temperature</w:t>
            </w:r>
          </w:p>
        </w:tc>
        <w:tc>
          <w:tcPr>
            <w:tcW w:w="2551" w:type="dxa"/>
            <w:tcBorders>
              <w:top w:val="single" w:sz="4" w:space="0" w:color="000000"/>
              <w:left w:val="single" w:sz="4" w:space="0" w:color="000000"/>
              <w:bottom w:val="single" w:sz="4" w:space="0" w:color="000000"/>
            </w:tcBorders>
            <w:shd w:val="clear" w:color="auto" w:fill="auto"/>
            <w:vAlign w:val="center"/>
          </w:tcPr>
          <w:p w14:paraId="47B9C083" w14:textId="5F1A20AF"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Min. +5°C</w:t>
            </w:r>
          </w:p>
        </w:tc>
        <w:sdt>
          <w:sdtPr>
            <w:rPr>
              <w:rFonts w:asciiTheme="majorHAnsi" w:hAnsiTheme="majorHAnsi" w:cstheme="majorHAnsi"/>
              <w:lang w:val="en-GB"/>
            </w:rPr>
            <w:id w:val="-1165390289"/>
            <w:placeholder>
              <w:docPart w:val="AD50D6AF770742599FDABE0F29F59D0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B2E9E" w14:textId="6C578045" w:rsidR="002D0437" w:rsidRPr="002D0437" w:rsidRDefault="000F032C"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D0437" w:rsidRPr="002D0437" w14:paraId="47E4077B"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3613BD8E" w14:textId="435076A1"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Security door opening from the inside</w:t>
            </w:r>
          </w:p>
        </w:tc>
        <w:tc>
          <w:tcPr>
            <w:tcW w:w="2551" w:type="dxa"/>
            <w:tcBorders>
              <w:top w:val="single" w:sz="4" w:space="0" w:color="000000"/>
              <w:left w:val="single" w:sz="4" w:space="0" w:color="000000"/>
              <w:bottom w:val="single" w:sz="4" w:space="0" w:color="000000"/>
            </w:tcBorders>
            <w:shd w:val="clear" w:color="auto" w:fill="auto"/>
            <w:vAlign w:val="center"/>
          </w:tcPr>
          <w:p w14:paraId="2E5BCBED" w14:textId="5ABB855A"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257643386"/>
              <w:placeholder>
                <w:docPart w:val="2EC31BD31E0E45E496BEAA2D1CBA18D2"/>
              </w:placeholder>
            </w:sdtPr>
            <w:sdtEndPr/>
            <w:sdtContent>
              <w:p w14:paraId="12AB1226" w14:textId="39470F44"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30A05CAA" w14:textId="77777777" w:rsidTr="004973FB">
        <w:tc>
          <w:tcPr>
            <w:tcW w:w="2596" w:type="dxa"/>
            <w:tcBorders>
              <w:top w:val="single" w:sz="4" w:space="0" w:color="000000"/>
              <w:left w:val="single" w:sz="4" w:space="0" w:color="000000"/>
              <w:bottom w:val="single" w:sz="4" w:space="0" w:color="000000"/>
            </w:tcBorders>
            <w:vAlign w:val="center"/>
          </w:tcPr>
          <w:p w14:paraId="11FFE50F" w14:textId="12BD4B6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 xml:space="preserve">Automatic temperature control </w:t>
            </w:r>
          </w:p>
        </w:tc>
        <w:tc>
          <w:tcPr>
            <w:tcW w:w="2551" w:type="dxa"/>
            <w:tcBorders>
              <w:top w:val="single" w:sz="4" w:space="0" w:color="000000"/>
              <w:left w:val="single" w:sz="4" w:space="0" w:color="000000"/>
              <w:bottom w:val="single" w:sz="4" w:space="0" w:color="000000"/>
            </w:tcBorders>
          </w:tcPr>
          <w:p w14:paraId="21032F17" w14:textId="4EA3DAC1"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331154233"/>
              <w:placeholder>
                <w:docPart w:val="80FDCD18F4E24B58947A3070FF059CDB"/>
              </w:placeholder>
            </w:sdtPr>
            <w:sdtEndPr/>
            <w:sdtContent>
              <w:p w14:paraId="12325981" w14:textId="6F9D0FF8"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1B86F168"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130FC572" w14:textId="2715AEF2"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Interior lighting</w:t>
            </w:r>
          </w:p>
        </w:tc>
        <w:tc>
          <w:tcPr>
            <w:tcW w:w="2551" w:type="dxa"/>
            <w:tcBorders>
              <w:top w:val="single" w:sz="4" w:space="0" w:color="000000"/>
              <w:left w:val="single" w:sz="4" w:space="0" w:color="000000"/>
              <w:bottom w:val="single" w:sz="4" w:space="0" w:color="000000"/>
            </w:tcBorders>
            <w:shd w:val="clear" w:color="auto" w:fill="auto"/>
          </w:tcPr>
          <w:p w14:paraId="5F16582A" w14:textId="0B30E66D"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285971837"/>
              <w:placeholder>
                <w:docPart w:val="8BABB9D5981B49EF9DE734F579914C79"/>
              </w:placeholder>
            </w:sdtPr>
            <w:sdtEndPr/>
            <w:sdtContent>
              <w:p w14:paraId="77413479" w14:textId="2D6F3326"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4C531CE9"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4885C04D" w14:textId="2B2398E5"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Refrigeration technology</w:t>
            </w:r>
          </w:p>
        </w:tc>
        <w:tc>
          <w:tcPr>
            <w:tcW w:w="2551" w:type="dxa"/>
            <w:tcBorders>
              <w:top w:val="single" w:sz="4" w:space="0" w:color="000000"/>
              <w:left w:val="single" w:sz="4" w:space="0" w:color="000000"/>
              <w:bottom w:val="single" w:sz="4" w:space="0" w:color="000000"/>
            </w:tcBorders>
            <w:shd w:val="clear" w:color="auto" w:fill="auto"/>
          </w:tcPr>
          <w:p w14:paraId="4E2F2ADB" w14:textId="4102072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007878377"/>
              <w:placeholder>
                <w:docPart w:val="BA7BD2AA960C41B6A69B326CD4347814"/>
              </w:placeholder>
            </w:sdtPr>
            <w:sdtEndPr/>
            <w:sdtContent>
              <w:p w14:paraId="028BE815" w14:textId="12691411"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018FB61F" w14:textId="77777777" w:rsidTr="004973FB">
        <w:tc>
          <w:tcPr>
            <w:tcW w:w="2596" w:type="dxa"/>
            <w:tcBorders>
              <w:top w:val="single" w:sz="4" w:space="0" w:color="000000"/>
              <w:left w:val="single" w:sz="4" w:space="0" w:color="000000"/>
              <w:bottom w:val="single" w:sz="4" w:space="0" w:color="000000"/>
            </w:tcBorders>
            <w:vAlign w:val="center"/>
          </w:tcPr>
          <w:p w14:paraId="48E43A4A" w14:textId="78626F6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Assembly</w:t>
            </w:r>
          </w:p>
        </w:tc>
        <w:tc>
          <w:tcPr>
            <w:tcW w:w="2551" w:type="dxa"/>
            <w:tcBorders>
              <w:top w:val="single" w:sz="4" w:space="0" w:color="000000"/>
              <w:left w:val="single" w:sz="4" w:space="0" w:color="000000"/>
              <w:bottom w:val="single" w:sz="4" w:space="0" w:color="000000"/>
            </w:tcBorders>
          </w:tcPr>
          <w:p w14:paraId="769CF5C2" w14:textId="53660447"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932817989"/>
              <w:placeholder>
                <w:docPart w:val="75D1E5010AC4402B8F578436FFF1B9F3"/>
              </w:placeholder>
            </w:sdtPr>
            <w:sdtEndPr/>
            <w:sdtContent>
              <w:p w14:paraId="7E8CFB40" w14:textId="1235BF5A"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2D0437" w:rsidRPr="002D0437" w14:paraId="081C0E50" w14:textId="77777777" w:rsidTr="004973FB">
        <w:tc>
          <w:tcPr>
            <w:tcW w:w="2596" w:type="dxa"/>
            <w:tcBorders>
              <w:top w:val="single" w:sz="4" w:space="0" w:color="000000"/>
              <w:left w:val="single" w:sz="4" w:space="0" w:color="000000"/>
              <w:bottom w:val="single" w:sz="4" w:space="0" w:color="000000"/>
            </w:tcBorders>
            <w:shd w:val="clear" w:color="auto" w:fill="auto"/>
            <w:vAlign w:val="center"/>
          </w:tcPr>
          <w:p w14:paraId="014A7E16" w14:textId="1889495D"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Output electrical inspection</w:t>
            </w:r>
          </w:p>
        </w:tc>
        <w:tc>
          <w:tcPr>
            <w:tcW w:w="2551" w:type="dxa"/>
            <w:tcBorders>
              <w:top w:val="single" w:sz="4" w:space="0" w:color="000000"/>
              <w:left w:val="single" w:sz="4" w:space="0" w:color="000000"/>
              <w:bottom w:val="single" w:sz="4" w:space="0" w:color="000000"/>
            </w:tcBorders>
            <w:shd w:val="clear" w:color="auto" w:fill="auto"/>
          </w:tcPr>
          <w:p w14:paraId="21D3B5A9" w14:textId="3A454320" w:rsidR="002D0437" w:rsidRPr="002D0437" w:rsidRDefault="002D0437" w:rsidP="002D0437">
            <w:pPr>
              <w:spacing w:after="0" w:line="276" w:lineRule="auto"/>
              <w:rPr>
                <w:rFonts w:asciiTheme="majorHAnsi" w:hAnsiTheme="majorHAnsi" w:cstheme="majorHAnsi"/>
                <w:lang w:val="en-GB"/>
              </w:rPr>
            </w:pPr>
            <w:r w:rsidRPr="002D043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710531481"/>
              <w:placeholder>
                <w:docPart w:val="604ECDC019904D44B106BB7397F62E8A"/>
              </w:placeholder>
            </w:sdtPr>
            <w:sdtEndPr/>
            <w:sdtContent>
              <w:p w14:paraId="51ECE50D" w14:textId="71784C38" w:rsidR="002D0437" w:rsidRPr="002D0437" w:rsidRDefault="005D4BE7" w:rsidP="002D043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Default="00494E93" w:rsidP="00494E93">
      <w:pPr>
        <w:spacing w:line="276" w:lineRule="auto"/>
        <w:jc w:val="both"/>
        <w:rPr>
          <w:rFonts w:asciiTheme="majorHAnsi" w:hAnsiTheme="majorHAnsi" w:cstheme="majorHAnsi"/>
        </w:rPr>
      </w:pPr>
    </w:p>
    <w:tbl>
      <w:tblPr>
        <w:tblW w:w="9229" w:type="dxa"/>
        <w:tblInd w:w="-49" w:type="dxa"/>
        <w:tblLayout w:type="fixed"/>
        <w:tblLook w:val="0000" w:firstRow="0" w:lastRow="0" w:firstColumn="0" w:lastColumn="0" w:noHBand="0" w:noVBand="0"/>
      </w:tblPr>
      <w:tblGrid>
        <w:gridCol w:w="3446"/>
        <w:gridCol w:w="5783"/>
      </w:tblGrid>
      <w:tr w:rsidR="00494E93" w:rsidRPr="002D0437" w14:paraId="5D03C2CE" w14:textId="77777777" w:rsidTr="001E019B">
        <w:tc>
          <w:tcPr>
            <w:tcW w:w="3446" w:type="dxa"/>
            <w:tcBorders>
              <w:top w:val="single" w:sz="4" w:space="0" w:color="000000"/>
              <w:left w:val="single" w:sz="4" w:space="0" w:color="000000"/>
              <w:bottom w:val="single" w:sz="4" w:space="0" w:color="000000"/>
            </w:tcBorders>
            <w:vAlign w:val="center"/>
          </w:tcPr>
          <w:p w14:paraId="3FCF1D3D" w14:textId="41988E8D" w:rsidR="00494E93" w:rsidRPr="002D0437" w:rsidRDefault="00C54046" w:rsidP="00494E93">
            <w:pPr>
              <w:spacing w:after="0" w:line="276" w:lineRule="auto"/>
              <w:jc w:val="both"/>
              <w:rPr>
                <w:rFonts w:asciiTheme="majorHAnsi" w:hAnsiTheme="majorHAnsi" w:cstheme="majorHAnsi"/>
                <w:lang w:val="en-GB"/>
              </w:rPr>
            </w:pPr>
            <w:r w:rsidRPr="002D0437">
              <w:rPr>
                <w:rFonts w:asciiTheme="majorHAnsi" w:hAnsiTheme="majorHAnsi" w:cstheme="majorHAnsi"/>
                <w:lang w:val="en-GB"/>
              </w:rPr>
              <w:lastRenderedPageBreak/>
              <w:t>Device manufacturer</w:t>
            </w:r>
          </w:p>
        </w:tc>
        <w:sdt>
          <w:sdtPr>
            <w:rPr>
              <w:rFonts w:asciiTheme="majorHAnsi" w:hAnsiTheme="majorHAnsi" w:cstheme="majorHAnsi"/>
              <w:highlight w:val="yellow"/>
              <w:lang w:val="en-GB"/>
            </w:rPr>
            <w:id w:val="-1929262243"/>
            <w:placeholder>
              <w:docPart w:val="4FD603A4AA894D4C9CBDACA2DBE66646"/>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70929F49" w:rsidR="00494E93" w:rsidRPr="000F032C" w:rsidRDefault="000F032C" w:rsidP="00494E93">
                <w:pPr>
                  <w:spacing w:after="0" w:line="276" w:lineRule="auto"/>
                  <w:jc w:val="both"/>
                  <w:rPr>
                    <w:rFonts w:asciiTheme="majorHAnsi" w:hAnsiTheme="majorHAnsi" w:cstheme="majorHAnsi"/>
                    <w:highlight w:val="yellow"/>
                    <w:lang w:val="en-GB"/>
                  </w:rPr>
                </w:pPr>
                <w:r w:rsidRPr="000F032C">
                  <w:rPr>
                    <w:rFonts w:asciiTheme="majorHAnsi" w:hAnsiTheme="majorHAnsi" w:cstheme="majorHAnsi"/>
                    <w:highlight w:val="yellow"/>
                    <w:lang w:val="en-GB"/>
                  </w:rPr>
                  <w:t>Click and write</w:t>
                </w:r>
              </w:p>
            </w:tc>
          </w:sdtContent>
        </w:sdt>
      </w:tr>
      <w:tr w:rsidR="00494E93" w:rsidRPr="002D0437" w14:paraId="662CC77F" w14:textId="77777777" w:rsidTr="001E019B">
        <w:tc>
          <w:tcPr>
            <w:tcW w:w="3446" w:type="dxa"/>
            <w:tcBorders>
              <w:top w:val="single" w:sz="4" w:space="0" w:color="000000"/>
              <w:left w:val="single" w:sz="4" w:space="0" w:color="000000"/>
              <w:bottom w:val="single" w:sz="4" w:space="0" w:color="000000"/>
            </w:tcBorders>
            <w:vAlign w:val="center"/>
          </w:tcPr>
          <w:p w14:paraId="74554601" w14:textId="5B19D669" w:rsidR="00494E93" w:rsidRPr="002D0437" w:rsidRDefault="00C54046" w:rsidP="00494E93">
            <w:pPr>
              <w:spacing w:after="0" w:line="276" w:lineRule="auto"/>
              <w:jc w:val="both"/>
              <w:rPr>
                <w:rFonts w:asciiTheme="majorHAnsi" w:hAnsiTheme="majorHAnsi" w:cstheme="majorHAnsi"/>
                <w:lang w:val="en-GB"/>
              </w:rPr>
            </w:pPr>
            <w:r w:rsidRPr="002D0437">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616853C5" w:rsidR="00494E93" w:rsidRPr="000F032C" w:rsidRDefault="000F032C" w:rsidP="00494E93">
                <w:pPr>
                  <w:spacing w:after="0" w:line="276" w:lineRule="auto"/>
                  <w:jc w:val="both"/>
                  <w:rPr>
                    <w:rFonts w:asciiTheme="majorHAnsi" w:hAnsiTheme="majorHAnsi" w:cstheme="majorHAnsi"/>
                    <w:highlight w:val="yellow"/>
                    <w:lang w:val="en-GB"/>
                  </w:rPr>
                </w:pPr>
                <w:r w:rsidRPr="000F032C">
                  <w:rPr>
                    <w:rFonts w:asciiTheme="majorHAnsi" w:hAnsiTheme="majorHAnsi" w:cstheme="majorHAnsi"/>
                    <w:highlight w:val="yellow"/>
                    <w:lang w:val="en-GB"/>
                  </w:rPr>
                  <w:t>Click and write</w:t>
                </w:r>
              </w:p>
            </w:tc>
          </w:sdtContent>
        </w:sdt>
      </w:tr>
    </w:tbl>
    <w:p w14:paraId="31DE2118" w14:textId="77777777" w:rsidR="001E019B" w:rsidRDefault="001E019B"/>
    <w:p w14:paraId="23696ED3" w14:textId="77777777" w:rsidR="001E019B" w:rsidRDefault="001E019B"/>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2D043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2D0437"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2D0437" w:rsidRDefault="00C54046" w:rsidP="00E00962">
            <w:pPr>
              <w:spacing w:after="0" w:line="276" w:lineRule="auto"/>
              <w:jc w:val="center"/>
              <w:rPr>
                <w:rFonts w:asciiTheme="majorHAnsi" w:hAnsiTheme="majorHAnsi" w:cstheme="majorHAnsi"/>
                <w:b/>
                <w:lang w:val="en-GB"/>
              </w:rPr>
            </w:pPr>
            <w:r w:rsidRPr="002D0437">
              <w:rPr>
                <w:rFonts w:asciiTheme="majorHAnsi" w:hAnsiTheme="majorHAnsi" w:cstheme="majorHAnsi"/>
                <w:b/>
                <w:lang w:val="en-GB"/>
              </w:rPr>
              <w:t>Delivery price calculation</w:t>
            </w:r>
          </w:p>
        </w:tc>
      </w:tr>
      <w:tr w:rsidR="005E7CEE" w:rsidRPr="002D043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2D0437" w:rsidRDefault="00C54046" w:rsidP="00074388">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2D0437" w:rsidRDefault="001E264A"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Price without VAT for</w:t>
            </w:r>
            <w:r w:rsidR="005E7CEE" w:rsidRPr="002D0437">
              <w:rPr>
                <w:rFonts w:asciiTheme="majorHAnsi" w:hAnsiTheme="majorHAnsi" w:cstheme="majorHAnsi"/>
                <w:b/>
                <w:lang w:val="en-GB"/>
              </w:rPr>
              <w:t xml:space="preserve"> </w:t>
            </w:r>
            <w:r w:rsidRPr="002D0437">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2D0437" w:rsidRDefault="00C54046" w:rsidP="00E00962">
            <w:pPr>
              <w:spacing w:after="0" w:line="276" w:lineRule="auto"/>
              <w:jc w:val="both"/>
              <w:rPr>
                <w:rFonts w:asciiTheme="majorHAnsi" w:hAnsiTheme="majorHAnsi" w:cstheme="majorHAnsi"/>
                <w:b/>
                <w:lang w:val="en-GB"/>
              </w:rPr>
            </w:pPr>
            <w:r w:rsidRPr="002D0437">
              <w:rPr>
                <w:rFonts w:asciiTheme="majorHAnsi" w:hAnsiTheme="majorHAnsi" w:cstheme="majorHAnsi"/>
                <w:b/>
                <w:lang w:val="en-GB"/>
              </w:rPr>
              <w:t>Total price w/o VAT</w:t>
            </w:r>
          </w:p>
        </w:tc>
      </w:tr>
      <w:tr w:rsidR="00B05F5F" w:rsidRPr="002D043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7763844D" w:rsidR="00B05F5F" w:rsidRPr="002D0437" w:rsidRDefault="002D0437" w:rsidP="00CE7147">
            <w:pPr>
              <w:spacing w:line="276" w:lineRule="auto"/>
              <w:jc w:val="both"/>
              <w:rPr>
                <w:rFonts w:asciiTheme="majorHAnsi" w:hAnsiTheme="majorHAnsi" w:cstheme="majorHAnsi"/>
                <w:b/>
                <w:lang w:val="en-GB"/>
              </w:rPr>
            </w:pPr>
            <w:r w:rsidRPr="002D0437">
              <w:rPr>
                <w:rFonts w:asciiTheme="majorHAnsi" w:hAnsiTheme="majorHAnsi" w:cstheme="majorBidi"/>
                <w:b/>
                <w:bCs/>
                <w:lang w:val="en-GB"/>
              </w:rPr>
              <w:t xml:space="preserve">Cooled space  </w:t>
            </w:r>
            <w:r w:rsidR="008F7BF7" w:rsidRPr="002D0437">
              <w:rPr>
                <w:rFonts w:asciiTheme="majorHAnsi" w:hAnsiTheme="majorHAnsi" w:cstheme="majorBidi"/>
                <w:b/>
                <w:bCs/>
                <w:lang w:val="en-GB"/>
              </w:rPr>
              <w:t xml:space="preserve">– </w:t>
            </w:r>
            <w:r w:rsidRPr="002D0437">
              <w:rPr>
                <w:rFonts w:asciiTheme="majorHAnsi" w:hAnsiTheme="majorHAnsi" w:cstheme="majorBidi"/>
                <w:b/>
                <w:bCs/>
                <w:lang w:val="en-GB"/>
              </w:rPr>
              <w:t>1</w:t>
            </w:r>
            <w:r w:rsidR="008F7BF7" w:rsidRPr="002D0437">
              <w:rPr>
                <w:rFonts w:asciiTheme="majorHAnsi" w:hAnsiTheme="majorHAnsi" w:cstheme="majorBidi"/>
                <w:b/>
                <w:bCs/>
                <w:lang w:val="en-GB"/>
              </w:rPr>
              <w:t xml:space="preserve"> piece</w:t>
            </w:r>
            <w:r w:rsidR="00CE7147" w:rsidRPr="002D0437">
              <w:rPr>
                <w:rFonts w:asciiTheme="majorHAnsi" w:hAnsiTheme="majorHAnsi" w:cstheme="majorBidi"/>
                <w:b/>
                <w:bCs/>
                <w:lang w:val="en-GB"/>
              </w:rPr>
              <w:t xml:space="preserve"> </w:t>
            </w:r>
            <w:r w:rsidR="00E720BA" w:rsidRPr="002D0437">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2D0437" w:rsidRDefault="00C54046" w:rsidP="00B05F5F">
            <w:pPr>
              <w:spacing w:after="0" w:line="276" w:lineRule="auto"/>
              <w:jc w:val="both"/>
              <w:rPr>
                <w:rFonts w:asciiTheme="majorHAnsi" w:hAnsiTheme="majorHAnsi" w:cstheme="majorHAnsi"/>
                <w:lang w:val="en-GB"/>
              </w:rPr>
            </w:pPr>
            <w:r w:rsidRPr="002D043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65850251" w:rsidR="00B05F5F" w:rsidRPr="002D0437" w:rsidRDefault="00A70FC3"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0F032C" w:rsidRPr="001E019B">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11EABED6" w:rsidR="00B05F5F" w:rsidRPr="002D0437" w:rsidRDefault="000F032C"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32587CA5" w:rsidR="00B05F5F" w:rsidRPr="002D0437" w:rsidRDefault="000F032C"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2D043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2D0437"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2D0437" w:rsidRDefault="00C54046" w:rsidP="005F350C">
            <w:pPr>
              <w:spacing w:after="0" w:line="276" w:lineRule="auto"/>
              <w:jc w:val="right"/>
              <w:rPr>
                <w:rFonts w:asciiTheme="majorHAnsi" w:hAnsiTheme="majorHAnsi" w:cstheme="majorHAnsi"/>
                <w:b/>
                <w:lang w:val="en-GB"/>
              </w:rPr>
            </w:pPr>
            <w:r w:rsidRPr="002D043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153570B7" w:rsidR="005E7CEE" w:rsidRPr="002D0437" w:rsidRDefault="000F032C"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2D0437" w:rsidRDefault="00B067DF" w:rsidP="008309D1">
      <w:pPr>
        <w:spacing w:line="276" w:lineRule="auto"/>
        <w:rPr>
          <w:rFonts w:asciiTheme="majorHAnsi" w:hAnsiTheme="majorHAnsi" w:cstheme="majorHAnsi"/>
          <w:lang w:val="en-GB"/>
        </w:rPr>
      </w:pPr>
    </w:p>
    <w:p w14:paraId="49A23C85" w14:textId="6492DAE7" w:rsidR="001B7CEE" w:rsidRPr="002D0437" w:rsidRDefault="00055024" w:rsidP="008138E5">
      <w:pPr>
        <w:spacing w:line="276" w:lineRule="auto"/>
        <w:rPr>
          <w:rFonts w:asciiTheme="majorHAnsi" w:hAnsiTheme="majorHAnsi" w:cstheme="majorHAnsi"/>
          <w:lang w:val="en-GB"/>
        </w:rPr>
      </w:pPr>
      <w:bookmarkStart w:id="1" w:name="_Hlk29283627"/>
      <w:r w:rsidRPr="002D0437">
        <w:rPr>
          <w:rFonts w:asciiTheme="majorHAnsi" w:hAnsiTheme="majorHAnsi" w:cstheme="majorHAnsi"/>
          <w:lang w:val="en-GB"/>
        </w:rPr>
        <w:t>in</w:t>
      </w:r>
      <w:r w:rsidR="001B7CEE" w:rsidRPr="002D043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0F032C" w:rsidRPr="000F032C">
                <w:rPr>
                  <w:rFonts w:asciiTheme="majorHAnsi" w:hAnsiTheme="majorHAnsi" w:cstheme="majorHAnsi"/>
                  <w:highlight w:val="yellow"/>
                  <w:lang w:val="en-GB"/>
                </w:rPr>
                <w:t>place</w:t>
              </w:r>
            </w:sdtContent>
          </w:sdt>
        </w:sdtContent>
      </w:sdt>
      <w:r w:rsidR="001B7CEE" w:rsidRPr="002D0437">
        <w:rPr>
          <w:rFonts w:asciiTheme="majorHAnsi" w:hAnsiTheme="majorHAnsi" w:cstheme="majorHAnsi"/>
          <w:lang w:val="en-GB"/>
        </w:rPr>
        <w:t xml:space="preserve"> </w:t>
      </w:r>
      <w:r w:rsidRPr="002D0437">
        <w:rPr>
          <w:rFonts w:asciiTheme="majorHAnsi" w:hAnsiTheme="majorHAnsi" w:cstheme="majorHAnsi"/>
          <w:lang w:val="en-GB"/>
        </w:rPr>
        <w:t>date</w:t>
      </w:r>
      <w:r w:rsidR="001B7CEE" w:rsidRPr="002D0437">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0F032C" w:rsidRPr="000F032C">
            <w:rPr>
              <w:rFonts w:asciiTheme="majorHAnsi" w:hAnsiTheme="majorHAnsi" w:cstheme="majorHAnsi"/>
              <w:highlight w:val="yellow"/>
              <w:lang w:val="en-GB"/>
            </w:rPr>
            <w:t>day</w:t>
          </w:r>
        </w:sdtContent>
      </w:sdt>
    </w:p>
    <w:p w14:paraId="6FF89E7E" w14:textId="59E27EEA" w:rsidR="001B7CEE" w:rsidRPr="002D0437" w:rsidRDefault="001B7CEE" w:rsidP="008138E5">
      <w:pPr>
        <w:spacing w:line="276" w:lineRule="auto"/>
        <w:rPr>
          <w:rFonts w:asciiTheme="majorHAnsi" w:hAnsiTheme="majorHAnsi" w:cstheme="majorHAnsi"/>
          <w:lang w:val="en-GB"/>
        </w:rPr>
      </w:pPr>
      <w:r w:rsidRPr="002D043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sdtContent>
          <w:r w:rsidR="000F032C" w:rsidRPr="000F032C">
            <w:rPr>
              <w:rFonts w:asciiTheme="majorHAnsi" w:hAnsiTheme="majorHAnsi" w:cstheme="majorHAnsi"/>
              <w:highlight w:val="yellow"/>
              <w:lang w:val="en-GB"/>
            </w:rPr>
            <w:t>Name, function, signature</w:t>
          </w:r>
        </w:sdtContent>
      </w:sdt>
    </w:p>
    <w:bookmarkEnd w:id="1"/>
    <w:p w14:paraId="0734497B" w14:textId="77777777" w:rsidR="00B067DF" w:rsidRPr="002D0437" w:rsidRDefault="00B067DF" w:rsidP="008309D1">
      <w:pPr>
        <w:spacing w:before="120" w:after="120" w:line="276" w:lineRule="auto"/>
        <w:rPr>
          <w:rFonts w:asciiTheme="majorHAnsi" w:hAnsiTheme="majorHAnsi" w:cstheme="majorHAnsi"/>
          <w:lang w:val="en-GB"/>
        </w:rPr>
      </w:pPr>
    </w:p>
    <w:p w14:paraId="7B6379C8" w14:textId="77777777" w:rsidR="00B067DF" w:rsidRPr="002D0437" w:rsidRDefault="00B067DF" w:rsidP="008309D1">
      <w:pPr>
        <w:spacing w:before="120" w:after="120" w:line="276" w:lineRule="auto"/>
        <w:rPr>
          <w:rFonts w:asciiTheme="majorHAnsi" w:hAnsiTheme="majorHAnsi" w:cstheme="majorHAnsi"/>
          <w:lang w:val="en-GB"/>
        </w:rPr>
      </w:pPr>
    </w:p>
    <w:sectPr w:rsidR="00B067DF" w:rsidRPr="002D043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30A66" w14:textId="77777777" w:rsidR="004F2F38" w:rsidRDefault="004F2F38" w:rsidP="002C4725">
      <w:pPr>
        <w:spacing w:after="0" w:line="240" w:lineRule="auto"/>
      </w:pPr>
      <w:r>
        <w:separator/>
      </w:r>
    </w:p>
  </w:endnote>
  <w:endnote w:type="continuationSeparator" w:id="0">
    <w:p w14:paraId="06DF9C4C" w14:textId="77777777" w:rsidR="004F2F38" w:rsidRDefault="004F2F38"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6FD70" w14:textId="77777777" w:rsidR="004F2F38" w:rsidRDefault="004F2F38" w:rsidP="002C4725">
      <w:pPr>
        <w:spacing w:after="0" w:line="240" w:lineRule="auto"/>
      </w:pPr>
      <w:r>
        <w:separator/>
      </w:r>
    </w:p>
  </w:footnote>
  <w:footnote w:type="continuationSeparator" w:id="0">
    <w:p w14:paraId="1E5E4D87" w14:textId="77777777" w:rsidR="004F2F38" w:rsidRDefault="004F2F38"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Xp+ss8oHBEO0lJDcnksveI71LbpKFvT+qygPho7r3Hyk7STyVytIW+dBIFqSjZ5772LBZAYBzVGpZgGzDrv1og==" w:salt="UGL4SNnWTKNFPTyDL62Ld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0F032C"/>
    <w:rsid w:val="00130843"/>
    <w:rsid w:val="00134E0A"/>
    <w:rsid w:val="00181002"/>
    <w:rsid w:val="0018712C"/>
    <w:rsid w:val="001950E8"/>
    <w:rsid w:val="00195D10"/>
    <w:rsid w:val="001A3941"/>
    <w:rsid w:val="001B16F6"/>
    <w:rsid w:val="001B5A91"/>
    <w:rsid w:val="001B7CEE"/>
    <w:rsid w:val="001D372E"/>
    <w:rsid w:val="001D4142"/>
    <w:rsid w:val="001E019B"/>
    <w:rsid w:val="001E264A"/>
    <w:rsid w:val="001E7C75"/>
    <w:rsid w:val="00216252"/>
    <w:rsid w:val="0022176A"/>
    <w:rsid w:val="002264EC"/>
    <w:rsid w:val="00230D87"/>
    <w:rsid w:val="00233BDE"/>
    <w:rsid w:val="00244728"/>
    <w:rsid w:val="00251B8C"/>
    <w:rsid w:val="00253F47"/>
    <w:rsid w:val="00262902"/>
    <w:rsid w:val="00265379"/>
    <w:rsid w:val="00267824"/>
    <w:rsid w:val="00273B04"/>
    <w:rsid w:val="002846DA"/>
    <w:rsid w:val="002C4725"/>
    <w:rsid w:val="002D0437"/>
    <w:rsid w:val="002D727F"/>
    <w:rsid w:val="002E6FF5"/>
    <w:rsid w:val="002F1AF3"/>
    <w:rsid w:val="002F311B"/>
    <w:rsid w:val="002F3B86"/>
    <w:rsid w:val="002F739C"/>
    <w:rsid w:val="003006F3"/>
    <w:rsid w:val="00300F70"/>
    <w:rsid w:val="0030791E"/>
    <w:rsid w:val="003145E3"/>
    <w:rsid w:val="00316023"/>
    <w:rsid w:val="00341704"/>
    <w:rsid w:val="00351A75"/>
    <w:rsid w:val="00352712"/>
    <w:rsid w:val="00360120"/>
    <w:rsid w:val="003823F4"/>
    <w:rsid w:val="0038611D"/>
    <w:rsid w:val="00393720"/>
    <w:rsid w:val="003A5DBA"/>
    <w:rsid w:val="003B2BA2"/>
    <w:rsid w:val="003C2F68"/>
    <w:rsid w:val="003C4015"/>
    <w:rsid w:val="003D2088"/>
    <w:rsid w:val="003D6DD0"/>
    <w:rsid w:val="003D7EE6"/>
    <w:rsid w:val="003E2BAB"/>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2F38"/>
    <w:rsid w:val="004F63F0"/>
    <w:rsid w:val="00504B79"/>
    <w:rsid w:val="00537C09"/>
    <w:rsid w:val="0055358D"/>
    <w:rsid w:val="00560E04"/>
    <w:rsid w:val="00575560"/>
    <w:rsid w:val="00580961"/>
    <w:rsid w:val="005912B6"/>
    <w:rsid w:val="005A375F"/>
    <w:rsid w:val="005B4631"/>
    <w:rsid w:val="005C3D7A"/>
    <w:rsid w:val="005D363E"/>
    <w:rsid w:val="005D4BE7"/>
    <w:rsid w:val="005D53C2"/>
    <w:rsid w:val="005D66AA"/>
    <w:rsid w:val="005E7CEE"/>
    <w:rsid w:val="005F350C"/>
    <w:rsid w:val="005F5F8E"/>
    <w:rsid w:val="0060271A"/>
    <w:rsid w:val="0061246F"/>
    <w:rsid w:val="00614A1C"/>
    <w:rsid w:val="0062149B"/>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B431A"/>
    <w:rsid w:val="007C0FF4"/>
    <w:rsid w:val="007E078A"/>
    <w:rsid w:val="007E5031"/>
    <w:rsid w:val="007F73AC"/>
    <w:rsid w:val="00800712"/>
    <w:rsid w:val="0080094F"/>
    <w:rsid w:val="008013A4"/>
    <w:rsid w:val="00812B87"/>
    <w:rsid w:val="008136D5"/>
    <w:rsid w:val="008138E5"/>
    <w:rsid w:val="00825C63"/>
    <w:rsid w:val="00827468"/>
    <w:rsid w:val="008309D1"/>
    <w:rsid w:val="008314CE"/>
    <w:rsid w:val="0083788E"/>
    <w:rsid w:val="008673D8"/>
    <w:rsid w:val="008872D2"/>
    <w:rsid w:val="00891F17"/>
    <w:rsid w:val="00892E42"/>
    <w:rsid w:val="00894371"/>
    <w:rsid w:val="008B2FA7"/>
    <w:rsid w:val="008C45B9"/>
    <w:rsid w:val="008C70A2"/>
    <w:rsid w:val="008E6429"/>
    <w:rsid w:val="008F3E3E"/>
    <w:rsid w:val="008F4095"/>
    <w:rsid w:val="008F7BF7"/>
    <w:rsid w:val="00917068"/>
    <w:rsid w:val="00921E65"/>
    <w:rsid w:val="00937448"/>
    <w:rsid w:val="0094483B"/>
    <w:rsid w:val="0094696A"/>
    <w:rsid w:val="0095224D"/>
    <w:rsid w:val="009635A2"/>
    <w:rsid w:val="00993A33"/>
    <w:rsid w:val="009974C4"/>
    <w:rsid w:val="009A5C04"/>
    <w:rsid w:val="009B67B4"/>
    <w:rsid w:val="009B7883"/>
    <w:rsid w:val="009C06C5"/>
    <w:rsid w:val="009D0D0F"/>
    <w:rsid w:val="009E25F5"/>
    <w:rsid w:val="009E3383"/>
    <w:rsid w:val="009E7E68"/>
    <w:rsid w:val="009F0801"/>
    <w:rsid w:val="00A37772"/>
    <w:rsid w:val="00A67A23"/>
    <w:rsid w:val="00A70FC3"/>
    <w:rsid w:val="00AA28D6"/>
    <w:rsid w:val="00AA2E95"/>
    <w:rsid w:val="00AA3A4F"/>
    <w:rsid w:val="00AA513F"/>
    <w:rsid w:val="00AA7613"/>
    <w:rsid w:val="00AC4E5A"/>
    <w:rsid w:val="00AC7EFD"/>
    <w:rsid w:val="00AD05E6"/>
    <w:rsid w:val="00AE3343"/>
    <w:rsid w:val="00AE545E"/>
    <w:rsid w:val="00AE6152"/>
    <w:rsid w:val="00AF25BE"/>
    <w:rsid w:val="00AF4030"/>
    <w:rsid w:val="00AF4FAD"/>
    <w:rsid w:val="00B01A69"/>
    <w:rsid w:val="00B05F5F"/>
    <w:rsid w:val="00B067DF"/>
    <w:rsid w:val="00B2333C"/>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04940"/>
    <w:rsid w:val="00C11E00"/>
    <w:rsid w:val="00C16997"/>
    <w:rsid w:val="00C2015B"/>
    <w:rsid w:val="00C23834"/>
    <w:rsid w:val="00C26691"/>
    <w:rsid w:val="00C45852"/>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CF2278"/>
    <w:rsid w:val="00D22DCA"/>
    <w:rsid w:val="00D33775"/>
    <w:rsid w:val="00D3716D"/>
    <w:rsid w:val="00D40675"/>
    <w:rsid w:val="00D41F6D"/>
    <w:rsid w:val="00D5314B"/>
    <w:rsid w:val="00D712EB"/>
    <w:rsid w:val="00D845DA"/>
    <w:rsid w:val="00D946F7"/>
    <w:rsid w:val="00DA2467"/>
    <w:rsid w:val="00DB10EB"/>
    <w:rsid w:val="00DB4981"/>
    <w:rsid w:val="00DD01E9"/>
    <w:rsid w:val="00DD61AE"/>
    <w:rsid w:val="00DD7539"/>
    <w:rsid w:val="00E00962"/>
    <w:rsid w:val="00E0304F"/>
    <w:rsid w:val="00E046B0"/>
    <w:rsid w:val="00E2500C"/>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333A9"/>
    <w:rsid w:val="00F37A65"/>
    <w:rsid w:val="00F6706F"/>
    <w:rsid w:val="00F72D7A"/>
    <w:rsid w:val="00F75490"/>
    <w:rsid w:val="00F76B2F"/>
    <w:rsid w:val="00F84153"/>
    <w:rsid w:val="00F97A47"/>
    <w:rsid w:val="00FA60E4"/>
    <w:rsid w:val="00FC4111"/>
    <w:rsid w:val="00FD4308"/>
    <w:rsid w:val="00FE38CF"/>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6E0B574A7F2E4465971F5F917DCD16F5"/>
        <w:category>
          <w:name w:val="Obecné"/>
          <w:gallery w:val="placeholder"/>
        </w:category>
        <w:types>
          <w:type w:val="bbPlcHdr"/>
        </w:types>
        <w:behaviors>
          <w:behavior w:val="content"/>
        </w:behaviors>
        <w:guid w:val="{4FCDA911-17FD-4E5B-AA93-F9D590822FFE}"/>
      </w:docPartPr>
      <w:docPartBody>
        <w:p w:rsidR="00AD3AF8" w:rsidRDefault="00AD3AF8" w:rsidP="00AD3AF8">
          <w:pPr>
            <w:pStyle w:val="6E0B574A7F2E4465971F5F917DCD16F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908B4B139E140C4950D3298B9834FBD"/>
        <w:category>
          <w:name w:val="Obecné"/>
          <w:gallery w:val="placeholder"/>
        </w:category>
        <w:types>
          <w:type w:val="bbPlcHdr"/>
        </w:types>
        <w:behaviors>
          <w:behavior w:val="content"/>
        </w:behaviors>
        <w:guid w:val="{2BE8C2BF-0C67-4DB1-A193-4DF0FD3D2039}"/>
      </w:docPartPr>
      <w:docPartBody>
        <w:p w:rsidR="00AD3AF8" w:rsidRDefault="00AD3AF8" w:rsidP="00AD3AF8">
          <w:pPr>
            <w:pStyle w:val="C908B4B139E140C4950D3298B9834FB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C580CD8712E4AB7AA6C6A421BDFBED3"/>
        <w:category>
          <w:name w:val="Obecné"/>
          <w:gallery w:val="placeholder"/>
        </w:category>
        <w:types>
          <w:type w:val="bbPlcHdr"/>
        </w:types>
        <w:behaviors>
          <w:behavior w:val="content"/>
        </w:behaviors>
        <w:guid w:val="{BBD0B5E4-93EA-4C74-BE5C-C4E9980EFD73}"/>
      </w:docPartPr>
      <w:docPartBody>
        <w:p w:rsidR="00AD3AF8" w:rsidRDefault="00AD3AF8" w:rsidP="00AD3AF8">
          <w:pPr>
            <w:pStyle w:val="2C580CD8712E4AB7AA6C6A421BDFBED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18133C7F2FD47F89FEE906C8506C8E3"/>
        <w:category>
          <w:name w:val="Obecné"/>
          <w:gallery w:val="placeholder"/>
        </w:category>
        <w:types>
          <w:type w:val="bbPlcHdr"/>
        </w:types>
        <w:behaviors>
          <w:behavior w:val="content"/>
        </w:behaviors>
        <w:guid w:val="{4CB7A396-8BF2-4E32-9EE7-852411C1FCFD}"/>
      </w:docPartPr>
      <w:docPartBody>
        <w:p w:rsidR="00AD3AF8" w:rsidRDefault="00AD3AF8" w:rsidP="00AD3AF8">
          <w:pPr>
            <w:pStyle w:val="618133C7F2FD47F89FEE906C8506C8E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64358CFBAE04602A22F4A092BB2DBDF"/>
        <w:category>
          <w:name w:val="Obecné"/>
          <w:gallery w:val="placeholder"/>
        </w:category>
        <w:types>
          <w:type w:val="bbPlcHdr"/>
        </w:types>
        <w:behaviors>
          <w:behavior w:val="content"/>
        </w:behaviors>
        <w:guid w:val="{ED8989A6-A205-4BB5-847F-599E9CD9ADE7}"/>
      </w:docPartPr>
      <w:docPartBody>
        <w:p w:rsidR="00AD3AF8" w:rsidRDefault="00AD3AF8" w:rsidP="00AD3AF8">
          <w:pPr>
            <w:pStyle w:val="A64358CFBAE04602A22F4A092BB2DBD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D50D6AF770742599FDABE0F29F59D04"/>
        <w:category>
          <w:name w:val="Obecné"/>
          <w:gallery w:val="placeholder"/>
        </w:category>
        <w:types>
          <w:type w:val="bbPlcHdr"/>
        </w:types>
        <w:behaviors>
          <w:behavior w:val="content"/>
        </w:behaviors>
        <w:guid w:val="{787C3D7D-5141-465E-8976-E4F6CF835C38}"/>
      </w:docPartPr>
      <w:docPartBody>
        <w:p w:rsidR="00AD3AF8" w:rsidRDefault="00AD3AF8" w:rsidP="00AD3AF8">
          <w:pPr>
            <w:pStyle w:val="AD50D6AF770742599FDABE0F29F59D0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F00580684074B6897711FCFCF12CAC8"/>
        <w:category>
          <w:name w:val="Obecné"/>
          <w:gallery w:val="placeholder"/>
        </w:category>
        <w:types>
          <w:type w:val="bbPlcHdr"/>
        </w:types>
        <w:behaviors>
          <w:behavior w:val="content"/>
        </w:behaviors>
        <w:guid w:val="{76FCB6BC-39EF-4D2E-8BC8-C27E36FF1032}"/>
      </w:docPartPr>
      <w:docPartBody>
        <w:p w:rsidR="00453BFE" w:rsidRDefault="00453BFE" w:rsidP="00453BFE">
          <w:pPr>
            <w:pStyle w:val="4F00580684074B6897711FCFCF12CAC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CAE3C388A434DEFA45311574E3CDB0D"/>
        <w:category>
          <w:name w:val="Obecné"/>
          <w:gallery w:val="placeholder"/>
        </w:category>
        <w:types>
          <w:type w:val="bbPlcHdr"/>
        </w:types>
        <w:behaviors>
          <w:behavior w:val="content"/>
        </w:behaviors>
        <w:guid w:val="{91D1D3D6-FA28-4360-8A1E-691D76655F9F}"/>
      </w:docPartPr>
      <w:docPartBody>
        <w:p w:rsidR="00453BFE" w:rsidRDefault="00453BFE" w:rsidP="00453BFE">
          <w:pPr>
            <w:pStyle w:val="6CAE3C388A434DEFA45311574E3CDB0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7A9E2A2020E48ECB87F9241E7F24203"/>
        <w:category>
          <w:name w:val="Obecné"/>
          <w:gallery w:val="placeholder"/>
        </w:category>
        <w:types>
          <w:type w:val="bbPlcHdr"/>
        </w:types>
        <w:behaviors>
          <w:behavior w:val="content"/>
        </w:behaviors>
        <w:guid w:val="{1EFDD9C2-709B-4491-94E4-AE3517AE796B}"/>
      </w:docPartPr>
      <w:docPartBody>
        <w:p w:rsidR="00453BFE" w:rsidRDefault="00453BFE" w:rsidP="00453BFE">
          <w:pPr>
            <w:pStyle w:val="47A9E2A2020E48ECB87F9241E7F2420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C322748CB854F35A43A94A15D31E0AD"/>
        <w:category>
          <w:name w:val="Obecné"/>
          <w:gallery w:val="placeholder"/>
        </w:category>
        <w:types>
          <w:type w:val="bbPlcHdr"/>
        </w:types>
        <w:behaviors>
          <w:behavior w:val="content"/>
        </w:behaviors>
        <w:guid w:val="{844B78F1-D705-4586-9C09-4C2BCD258D58}"/>
      </w:docPartPr>
      <w:docPartBody>
        <w:p w:rsidR="00453BFE" w:rsidRDefault="00453BFE" w:rsidP="00453BFE">
          <w:pPr>
            <w:pStyle w:val="CC322748CB854F35A43A94A15D31E0A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EC31BD31E0E45E496BEAA2D1CBA18D2"/>
        <w:category>
          <w:name w:val="Obecné"/>
          <w:gallery w:val="placeholder"/>
        </w:category>
        <w:types>
          <w:type w:val="bbPlcHdr"/>
        </w:types>
        <w:behaviors>
          <w:behavior w:val="content"/>
        </w:behaviors>
        <w:guid w:val="{1CA2F928-18BD-48BB-ABF7-CA9F954A1EFB}"/>
      </w:docPartPr>
      <w:docPartBody>
        <w:p w:rsidR="00453BFE" w:rsidRDefault="00453BFE" w:rsidP="00453BFE">
          <w:pPr>
            <w:pStyle w:val="2EC31BD31E0E45E496BEAA2D1CBA18D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FDCD18F4E24B58947A3070FF059CDB"/>
        <w:category>
          <w:name w:val="Obecné"/>
          <w:gallery w:val="placeholder"/>
        </w:category>
        <w:types>
          <w:type w:val="bbPlcHdr"/>
        </w:types>
        <w:behaviors>
          <w:behavior w:val="content"/>
        </w:behaviors>
        <w:guid w:val="{D6F69D3C-75E4-4984-87D1-329E9F616CFC}"/>
      </w:docPartPr>
      <w:docPartBody>
        <w:p w:rsidR="00453BFE" w:rsidRDefault="00453BFE" w:rsidP="00453BFE">
          <w:pPr>
            <w:pStyle w:val="80FDCD18F4E24B58947A3070FF059CD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BABB9D5981B49EF9DE734F579914C79"/>
        <w:category>
          <w:name w:val="Obecné"/>
          <w:gallery w:val="placeholder"/>
        </w:category>
        <w:types>
          <w:type w:val="bbPlcHdr"/>
        </w:types>
        <w:behaviors>
          <w:behavior w:val="content"/>
        </w:behaviors>
        <w:guid w:val="{8DBC16E4-AC1B-4843-8CB4-91058672DBB9}"/>
      </w:docPartPr>
      <w:docPartBody>
        <w:p w:rsidR="00453BFE" w:rsidRDefault="00453BFE" w:rsidP="00453BFE">
          <w:pPr>
            <w:pStyle w:val="8BABB9D5981B49EF9DE734F579914C7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A7BD2AA960C41B6A69B326CD4347814"/>
        <w:category>
          <w:name w:val="Obecné"/>
          <w:gallery w:val="placeholder"/>
        </w:category>
        <w:types>
          <w:type w:val="bbPlcHdr"/>
        </w:types>
        <w:behaviors>
          <w:behavior w:val="content"/>
        </w:behaviors>
        <w:guid w:val="{6E11496F-EB9B-400A-880D-E45A66A7886F}"/>
      </w:docPartPr>
      <w:docPartBody>
        <w:p w:rsidR="00453BFE" w:rsidRDefault="00453BFE" w:rsidP="00453BFE">
          <w:pPr>
            <w:pStyle w:val="BA7BD2AA960C41B6A69B326CD434781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5D1E5010AC4402B8F578436FFF1B9F3"/>
        <w:category>
          <w:name w:val="Obecné"/>
          <w:gallery w:val="placeholder"/>
        </w:category>
        <w:types>
          <w:type w:val="bbPlcHdr"/>
        </w:types>
        <w:behaviors>
          <w:behavior w:val="content"/>
        </w:behaviors>
        <w:guid w:val="{B6D6B8A1-1129-47E8-A8B2-505FF7311B92}"/>
      </w:docPartPr>
      <w:docPartBody>
        <w:p w:rsidR="00453BFE" w:rsidRDefault="00453BFE" w:rsidP="00453BFE">
          <w:pPr>
            <w:pStyle w:val="75D1E5010AC4402B8F578436FFF1B9F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04ECDC019904D44B106BB7397F62E8A"/>
        <w:category>
          <w:name w:val="Obecné"/>
          <w:gallery w:val="placeholder"/>
        </w:category>
        <w:types>
          <w:type w:val="bbPlcHdr"/>
        </w:types>
        <w:behaviors>
          <w:behavior w:val="content"/>
        </w:behaviors>
        <w:guid w:val="{0E0EB5C6-965B-4FB2-B9F3-08E95FA755CA}"/>
      </w:docPartPr>
      <w:docPartBody>
        <w:p w:rsidR="00453BFE" w:rsidRDefault="00453BFE" w:rsidP="00453BFE">
          <w:pPr>
            <w:pStyle w:val="604ECDC019904D44B106BB7397F62E8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0BC898D3F6B4204B5AAA01F11663477"/>
        <w:category>
          <w:name w:val="Obecné"/>
          <w:gallery w:val="placeholder"/>
        </w:category>
        <w:types>
          <w:type w:val="bbPlcHdr"/>
        </w:types>
        <w:behaviors>
          <w:behavior w:val="content"/>
        </w:behaviors>
        <w:guid w:val="{E471A4C8-C512-410E-A2DD-FC18942F31F6}"/>
      </w:docPartPr>
      <w:docPartBody>
        <w:p w:rsidR="00425E98" w:rsidRDefault="00425E98" w:rsidP="00425E98">
          <w:pPr>
            <w:pStyle w:val="70BC898D3F6B4204B5AAA01F1166347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51B8C"/>
    <w:rsid w:val="00265379"/>
    <w:rsid w:val="003051D9"/>
    <w:rsid w:val="003145E3"/>
    <w:rsid w:val="00343D7D"/>
    <w:rsid w:val="00344421"/>
    <w:rsid w:val="00371332"/>
    <w:rsid w:val="003B3710"/>
    <w:rsid w:val="003F6193"/>
    <w:rsid w:val="00425E98"/>
    <w:rsid w:val="00453BFE"/>
    <w:rsid w:val="004E00EB"/>
    <w:rsid w:val="00510F09"/>
    <w:rsid w:val="0057640E"/>
    <w:rsid w:val="0060271A"/>
    <w:rsid w:val="0061246F"/>
    <w:rsid w:val="00614D7C"/>
    <w:rsid w:val="0062149B"/>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9D0D0F"/>
    <w:rsid w:val="00A10168"/>
    <w:rsid w:val="00A47ACE"/>
    <w:rsid w:val="00AA3A4F"/>
    <w:rsid w:val="00AC7EFD"/>
    <w:rsid w:val="00AD3AF8"/>
    <w:rsid w:val="00AE3388"/>
    <w:rsid w:val="00AE545E"/>
    <w:rsid w:val="00B55DCE"/>
    <w:rsid w:val="00B80BB7"/>
    <w:rsid w:val="00BB03DC"/>
    <w:rsid w:val="00BD1844"/>
    <w:rsid w:val="00C04940"/>
    <w:rsid w:val="00C45852"/>
    <w:rsid w:val="00C668C4"/>
    <w:rsid w:val="00C84E54"/>
    <w:rsid w:val="00CF2278"/>
    <w:rsid w:val="00D33775"/>
    <w:rsid w:val="00D73ADB"/>
    <w:rsid w:val="00D845DA"/>
    <w:rsid w:val="00D946F7"/>
    <w:rsid w:val="00DB3B2F"/>
    <w:rsid w:val="00DB4981"/>
    <w:rsid w:val="00DD7539"/>
    <w:rsid w:val="00E2500C"/>
    <w:rsid w:val="00EA69AD"/>
    <w:rsid w:val="00ED3951"/>
    <w:rsid w:val="00EE65B4"/>
    <w:rsid w:val="00F0160D"/>
    <w:rsid w:val="00F044F8"/>
    <w:rsid w:val="00F308DB"/>
    <w:rsid w:val="00F37A65"/>
    <w:rsid w:val="00F424FF"/>
    <w:rsid w:val="00F633BB"/>
    <w:rsid w:val="00F97A47"/>
    <w:rsid w:val="00FE3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25E98"/>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0E771DA77EB44D45869DF483647BBC0B">
    <w:name w:val="0E771DA77EB44D45869DF483647BBC0B"/>
    <w:rsid w:val="00AD3AF8"/>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88603E09D08C4C25A94EAA5E37842829">
    <w:name w:val="88603E09D08C4C25A94EAA5E37842829"/>
    <w:rsid w:val="00AD3AF8"/>
    <w:pPr>
      <w:spacing w:line="278" w:lineRule="auto"/>
    </w:pPr>
    <w:rPr>
      <w:kern w:val="2"/>
      <w:sz w:val="24"/>
      <w:szCs w:val="24"/>
      <w14:ligatures w14:val="standardContextual"/>
    </w:rPr>
  </w:style>
  <w:style w:type="paragraph" w:customStyle="1" w:styleId="0DBEA780D33940D5B35049F88AA23DA2">
    <w:name w:val="0DBEA780D33940D5B35049F88AA23DA2"/>
    <w:rsid w:val="00AD3AF8"/>
    <w:pPr>
      <w:spacing w:line="278" w:lineRule="auto"/>
    </w:pPr>
    <w:rPr>
      <w:kern w:val="2"/>
      <w:sz w:val="24"/>
      <w:szCs w:val="24"/>
      <w14:ligatures w14:val="standardContextual"/>
    </w:rPr>
  </w:style>
  <w:style w:type="paragraph" w:customStyle="1" w:styleId="27350F96DA73421597A86976FD248588">
    <w:name w:val="27350F96DA73421597A86976FD248588"/>
    <w:rsid w:val="00AD3AF8"/>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2F216512455D4C4A9D0DB42A2E039E6B">
    <w:name w:val="2F216512455D4C4A9D0DB42A2E039E6B"/>
    <w:rsid w:val="00AD3AF8"/>
    <w:pPr>
      <w:spacing w:line="278" w:lineRule="auto"/>
    </w:pPr>
    <w:rPr>
      <w:kern w:val="2"/>
      <w:sz w:val="24"/>
      <w:szCs w:val="24"/>
      <w14:ligatures w14:val="standardContextual"/>
    </w:rPr>
  </w:style>
  <w:style w:type="paragraph" w:customStyle="1" w:styleId="5F7D13A21C9B4191B88AC3ABDA889EB3">
    <w:name w:val="5F7D13A21C9B4191B88AC3ABDA889EB3"/>
    <w:rsid w:val="00AD3AF8"/>
    <w:pPr>
      <w:spacing w:line="278" w:lineRule="auto"/>
    </w:pPr>
    <w:rPr>
      <w:kern w:val="2"/>
      <w:sz w:val="24"/>
      <w:szCs w:val="24"/>
      <w14:ligatures w14:val="standardContextual"/>
    </w:rPr>
  </w:style>
  <w:style w:type="paragraph" w:customStyle="1" w:styleId="1C5D55B74C5D4056910DA9A865F78881">
    <w:name w:val="1C5D55B74C5D4056910DA9A865F78881"/>
    <w:rsid w:val="00AD3AF8"/>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DCF07BAE62F420E99FE87494A9365E4">
    <w:name w:val="4DCF07BAE62F420E99FE87494A9365E4"/>
    <w:rsid w:val="00343D7D"/>
    <w:pPr>
      <w:spacing w:line="278" w:lineRule="auto"/>
    </w:pPr>
    <w:rPr>
      <w:kern w:val="2"/>
      <w:sz w:val="24"/>
      <w:szCs w:val="24"/>
      <w14:ligatures w14:val="standardContextual"/>
    </w:rPr>
  </w:style>
  <w:style w:type="paragraph" w:customStyle="1" w:styleId="45682B7EDD91446C9CD4A28BD1EA6E83">
    <w:name w:val="45682B7EDD91446C9CD4A28BD1EA6E83"/>
    <w:rsid w:val="00343D7D"/>
    <w:pPr>
      <w:spacing w:line="278" w:lineRule="auto"/>
    </w:pPr>
    <w:rPr>
      <w:kern w:val="2"/>
      <w:sz w:val="24"/>
      <w:szCs w:val="24"/>
      <w14:ligatures w14:val="standardContextual"/>
    </w:rPr>
  </w:style>
  <w:style w:type="paragraph" w:customStyle="1" w:styleId="185E8DA7EFDF47528871283ACF9055F1">
    <w:name w:val="185E8DA7EFDF47528871283ACF9055F1"/>
    <w:rsid w:val="00343D7D"/>
    <w:pPr>
      <w:spacing w:line="278" w:lineRule="auto"/>
    </w:pPr>
    <w:rPr>
      <w:kern w:val="2"/>
      <w:sz w:val="24"/>
      <w:szCs w:val="24"/>
      <w14:ligatures w14:val="standardContextual"/>
    </w:rPr>
  </w:style>
  <w:style w:type="paragraph" w:customStyle="1" w:styleId="A25C98F3758042479DAA2CC102291B8B">
    <w:name w:val="A25C98F3758042479DAA2CC102291B8B"/>
    <w:rsid w:val="00343D7D"/>
    <w:pPr>
      <w:spacing w:line="278" w:lineRule="auto"/>
    </w:pPr>
    <w:rPr>
      <w:kern w:val="2"/>
      <w:sz w:val="24"/>
      <w:szCs w:val="24"/>
      <w14:ligatures w14:val="standardContextual"/>
    </w:rPr>
  </w:style>
  <w:style w:type="paragraph" w:customStyle="1" w:styleId="3F5FB524EE7C4F4199FF9CE02BF35519">
    <w:name w:val="3F5FB524EE7C4F4199FF9CE02BF35519"/>
    <w:rsid w:val="00AD3AF8"/>
    <w:pPr>
      <w:spacing w:line="278" w:lineRule="auto"/>
    </w:pPr>
    <w:rPr>
      <w:kern w:val="2"/>
      <w:sz w:val="24"/>
      <w:szCs w:val="24"/>
      <w14:ligatures w14:val="standardContextual"/>
    </w:rPr>
  </w:style>
  <w:style w:type="paragraph" w:customStyle="1" w:styleId="535882ACA39D49699C6DAD9F798B777E">
    <w:name w:val="535882ACA39D49699C6DAD9F798B777E"/>
    <w:rsid w:val="00AD3AF8"/>
    <w:pPr>
      <w:spacing w:line="278" w:lineRule="auto"/>
    </w:pPr>
    <w:rPr>
      <w:kern w:val="2"/>
      <w:sz w:val="24"/>
      <w:szCs w:val="24"/>
      <w14:ligatures w14:val="standardContextual"/>
    </w:rPr>
  </w:style>
  <w:style w:type="paragraph" w:customStyle="1" w:styleId="F9F968181CF0408295BB3FBF8D6B35F7">
    <w:name w:val="F9F968181CF0408295BB3FBF8D6B35F7"/>
    <w:rsid w:val="00AD3AF8"/>
    <w:pPr>
      <w:spacing w:line="278" w:lineRule="auto"/>
    </w:pPr>
    <w:rPr>
      <w:kern w:val="2"/>
      <w:sz w:val="24"/>
      <w:szCs w:val="24"/>
      <w14:ligatures w14:val="standardContextual"/>
    </w:rPr>
  </w:style>
  <w:style w:type="paragraph" w:customStyle="1" w:styleId="1DD9C19C691E469898CBA96EC95DB91F">
    <w:name w:val="1DD9C19C691E469898CBA96EC95DB91F"/>
    <w:rsid w:val="00343D7D"/>
    <w:pPr>
      <w:spacing w:line="278" w:lineRule="auto"/>
    </w:pPr>
    <w:rPr>
      <w:kern w:val="2"/>
      <w:sz w:val="24"/>
      <w:szCs w:val="24"/>
      <w14:ligatures w14:val="standardContextual"/>
    </w:rPr>
  </w:style>
  <w:style w:type="paragraph" w:customStyle="1" w:styleId="FE268579DFEC4AEAA3EB72BF593EC87A">
    <w:name w:val="FE268579DFEC4AEAA3EB72BF593EC87A"/>
    <w:rsid w:val="00343D7D"/>
    <w:pPr>
      <w:spacing w:line="278" w:lineRule="auto"/>
    </w:pPr>
    <w:rPr>
      <w:kern w:val="2"/>
      <w:sz w:val="24"/>
      <w:szCs w:val="24"/>
      <w14:ligatures w14:val="standardContextual"/>
    </w:rPr>
  </w:style>
  <w:style w:type="paragraph" w:customStyle="1" w:styleId="F1D3A22C1D3944008D606710730E4721">
    <w:name w:val="F1D3A22C1D3944008D606710730E4721"/>
    <w:rsid w:val="00AD3AF8"/>
    <w:pPr>
      <w:spacing w:line="278" w:lineRule="auto"/>
    </w:pPr>
    <w:rPr>
      <w:kern w:val="2"/>
      <w:sz w:val="24"/>
      <w:szCs w:val="24"/>
      <w14:ligatures w14:val="standardContextual"/>
    </w:rPr>
  </w:style>
  <w:style w:type="paragraph" w:customStyle="1" w:styleId="2AF620CFE01D4CCCABD8255541FEFF31">
    <w:name w:val="2AF620CFE01D4CCCABD8255541FEFF31"/>
    <w:rsid w:val="00AD3AF8"/>
    <w:pPr>
      <w:spacing w:line="278" w:lineRule="auto"/>
    </w:pPr>
    <w:rPr>
      <w:kern w:val="2"/>
      <w:sz w:val="24"/>
      <w:szCs w:val="24"/>
      <w14:ligatures w14:val="standardContextual"/>
    </w:rPr>
  </w:style>
  <w:style w:type="paragraph" w:customStyle="1" w:styleId="6E0B574A7F2E4465971F5F917DCD16F5">
    <w:name w:val="6E0B574A7F2E4465971F5F917DCD16F5"/>
    <w:rsid w:val="00AD3AF8"/>
    <w:pPr>
      <w:spacing w:line="278" w:lineRule="auto"/>
    </w:pPr>
    <w:rPr>
      <w:kern w:val="2"/>
      <w:sz w:val="24"/>
      <w:szCs w:val="24"/>
      <w14:ligatures w14:val="standardContextual"/>
    </w:rPr>
  </w:style>
  <w:style w:type="paragraph" w:customStyle="1" w:styleId="C908B4B139E140C4950D3298B9834FBD">
    <w:name w:val="C908B4B139E140C4950D3298B9834FBD"/>
    <w:rsid w:val="00AD3AF8"/>
    <w:pPr>
      <w:spacing w:line="278" w:lineRule="auto"/>
    </w:pPr>
    <w:rPr>
      <w:kern w:val="2"/>
      <w:sz w:val="24"/>
      <w:szCs w:val="24"/>
      <w14:ligatures w14:val="standardContextual"/>
    </w:rPr>
  </w:style>
  <w:style w:type="paragraph" w:customStyle="1" w:styleId="2C580CD8712E4AB7AA6C6A421BDFBED3">
    <w:name w:val="2C580CD8712E4AB7AA6C6A421BDFBED3"/>
    <w:rsid w:val="00AD3AF8"/>
    <w:pPr>
      <w:spacing w:line="278" w:lineRule="auto"/>
    </w:pPr>
    <w:rPr>
      <w:kern w:val="2"/>
      <w:sz w:val="24"/>
      <w:szCs w:val="24"/>
      <w14:ligatures w14:val="standardContextual"/>
    </w:rPr>
  </w:style>
  <w:style w:type="paragraph" w:customStyle="1" w:styleId="AFB6C4A427C24F41A5B6B6492656D894">
    <w:name w:val="AFB6C4A427C24F41A5B6B6492656D894"/>
    <w:rsid w:val="00AD3AF8"/>
    <w:pPr>
      <w:spacing w:line="278" w:lineRule="auto"/>
    </w:pPr>
    <w:rPr>
      <w:kern w:val="2"/>
      <w:sz w:val="24"/>
      <w:szCs w:val="24"/>
      <w14:ligatures w14:val="standardContextual"/>
    </w:rPr>
  </w:style>
  <w:style w:type="paragraph" w:customStyle="1" w:styleId="618133C7F2FD47F89FEE906C8506C8E3">
    <w:name w:val="618133C7F2FD47F89FEE906C8506C8E3"/>
    <w:rsid w:val="00AD3AF8"/>
    <w:pPr>
      <w:spacing w:line="278" w:lineRule="auto"/>
    </w:pPr>
    <w:rPr>
      <w:kern w:val="2"/>
      <w:sz w:val="24"/>
      <w:szCs w:val="24"/>
      <w14:ligatures w14:val="standardContextual"/>
    </w:rPr>
  </w:style>
  <w:style w:type="paragraph" w:customStyle="1" w:styleId="702FE489FD7F4A0CB348D18C05BA0E55">
    <w:name w:val="702FE489FD7F4A0CB348D18C05BA0E55"/>
    <w:rsid w:val="00AD3AF8"/>
    <w:pPr>
      <w:spacing w:line="278" w:lineRule="auto"/>
    </w:pPr>
    <w:rPr>
      <w:kern w:val="2"/>
      <w:sz w:val="24"/>
      <w:szCs w:val="24"/>
      <w14:ligatures w14:val="standardContextual"/>
    </w:rPr>
  </w:style>
  <w:style w:type="paragraph" w:customStyle="1" w:styleId="04F7B3A8B8554F9A9CF2654D2EDD33B9">
    <w:name w:val="04F7B3A8B8554F9A9CF2654D2EDD33B9"/>
    <w:rsid w:val="00AD3AF8"/>
    <w:pPr>
      <w:spacing w:line="278" w:lineRule="auto"/>
    </w:pPr>
    <w:rPr>
      <w:kern w:val="2"/>
      <w:sz w:val="24"/>
      <w:szCs w:val="24"/>
      <w14:ligatures w14:val="standardContextual"/>
    </w:rPr>
  </w:style>
  <w:style w:type="paragraph" w:customStyle="1" w:styleId="312F54124AEE4124A361ECD30B04876B">
    <w:name w:val="312F54124AEE4124A361ECD30B04876B"/>
    <w:rsid w:val="00AD3AF8"/>
    <w:pPr>
      <w:spacing w:line="278" w:lineRule="auto"/>
    </w:pPr>
    <w:rPr>
      <w:kern w:val="2"/>
      <w:sz w:val="24"/>
      <w:szCs w:val="24"/>
      <w14:ligatures w14:val="standardContextual"/>
    </w:rPr>
  </w:style>
  <w:style w:type="paragraph" w:customStyle="1" w:styleId="A64358CFBAE04602A22F4A092BB2DBDF">
    <w:name w:val="A64358CFBAE04602A22F4A092BB2DBDF"/>
    <w:rsid w:val="00AD3AF8"/>
    <w:pPr>
      <w:spacing w:line="278" w:lineRule="auto"/>
    </w:pPr>
    <w:rPr>
      <w:kern w:val="2"/>
      <w:sz w:val="24"/>
      <w:szCs w:val="24"/>
      <w14:ligatures w14:val="standardContextual"/>
    </w:rPr>
  </w:style>
  <w:style w:type="paragraph" w:customStyle="1" w:styleId="E705DCEDC63944DEB5F76BC29539EBE9">
    <w:name w:val="E705DCEDC63944DEB5F76BC29539EBE9"/>
    <w:rsid w:val="00AD3AF8"/>
    <w:pPr>
      <w:spacing w:line="278" w:lineRule="auto"/>
    </w:pPr>
    <w:rPr>
      <w:kern w:val="2"/>
      <w:sz w:val="24"/>
      <w:szCs w:val="24"/>
      <w14:ligatures w14:val="standardContextual"/>
    </w:rPr>
  </w:style>
  <w:style w:type="paragraph" w:customStyle="1" w:styleId="AD50D6AF770742599FDABE0F29F59D04">
    <w:name w:val="AD50D6AF770742599FDABE0F29F59D04"/>
    <w:rsid w:val="00AD3AF8"/>
    <w:pPr>
      <w:spacing w:line="278" w:lineRule="auto"/>
    </w:pPr>
    <w:rPr>
      <w:kern w:val="2"/>
      <w:sz w:val="24"/>
      <w:szCs w:val="24"/>
      <w14:ligatures w14:val="standardContextual"/>
    </w:rPr>
  </w:style>
  <w:style w:type="paragraph" w:customStyle="1" w:styleId="F9F0D6325C2146C7B77F7C46790097B8">
    <w:name w:val="F9F0D6325C2146C7B77F7C46790097B8"/>
    <w:rsid w:val="00AD3AF8"/>
    <w:pPr>
      <w:spacing w:line="278" w:lineRule="auto"/>
    </w:pPr>
    <w:rPr>
      <w:kern w:val="2"/>
      <w:sz w:val="24"/>
      <w:szCs w:val="24"/>
      <w14:ligatures w14:val="standardContextual"/>
    </w:rPr>
  </w:style>
  <w:style w:type="paragraph" w:customStyle="1" w:styleId="F72F62D10B2E48FEB93EAD8E5569BF6C">
    <w:name w:val="F72F62D10B2E48FEB93EAD8E5569BF6C"/>
    <w:rsid w:val="00AD3AF8"/>
    <w:pPr>
      <w:spacing w:line="278" w:lineRule="auto"/>
    </w:pPr>
    <w:rPr>
      <w:kern w:val="2"/>
      <w:sz w:val="24"/>
      <w:szCs w:val="24"/>
      <w14:ligatures w14:val="standardContextual"/>
    </w:rPr>
  </w:style>
  <w:style w:type="paragraph" w:customStyle="1" w:styleId="6A5A29BAE9A74526B01C5A1EC226D3B0">
    <w:name w:val="6A5A29BAE9A74526B01C5A1EC226D3B0"/>
    <w:rsid w:val="00AD3AF8"/>
    <w:pPr>
      <w:spacing w:line="278" w:lineRule="auto"/>
    </w:pPr>
    <w:rPr>
      <w:kern w:val="2"/>
      <w:sz w:val="24"/>
      <w:szCs w:val="24"/>
      <w14:ligatures w14:val="standardContextual"/>
    </w:rPr>
  </w:style>
  <w:style w:type="paragraph" w:customStyle="1" w:styleId="DCE8A11EB2EB4FE89A00D6A2FDCBBBCD">
    <w:name w:val="DCE8A11EB2EB4FE89A00D6A2FDCBBBCD"/>
    <w:rsid w:val="00AD3AF8"/>
    <w:pPr>
      <w:spacing w:line="278" w:lineRule="auto"/>
    </w:pPr>
    <w:rPr>
      <w:kern w:val="2"/>
      <w:sz w:val="24"/>
      <w:szCs w:val="24"/>
      <w14:ligatures w14:val="standardContextual"/>
    </w:rPr>
  </w:style>
  <w:style w:type="paragraph" w:customStyle="1" w:styleId="5762A8A39D244656A16BE09E51EF3D0F">
    <w:name w:val="5762A8A39D244656A16BE09E51EF3D0F"/>
    <w:rsid w:val="00AD3AF8"/>
    <w:pPr>
      <w:spacing w:line="278" w:lineRule="auto"/>
    </w:pPr>
    <w:rPr>
      <w:kern w:val="2"/>
      <w:sz w:val="24"/>
      <w:szCs w:val="24"/>
      <w14:ligatures w14:val="standardContextual"/>
    </w:rPr>
  </w:style>
  <w:style w:type="paragraph" w:customStyle="1" w:styleId="5A245FDBB169471084C6FAABB1F4520B">
    <w:name w:val="5A245FDBB169471084C6FAABB1F4520B"/>
    <w:rsid w:val="00AD3AF8"/>
    <w:pPr>
      <w:spacing w:line="278" w:lineRule="auto"/>
    </w:pPr>
    <w:rPr>
      <w:kern w:val="2"/>
      <w:sz w:val="24"/>
      <w:szCs w:val="24"/>
      <w14:ligatures w14:val="standardContextual"/>
    </w:rPr>
  </w:style>
  <w:style w:type="paragraph" w:customStyle="1" w:styleId="33E84A36DD374F75AAE1D091DF58DDD8">
    <w:name w:val="33E84A36DD374F75AAE1D091DF58DDD8"/>
    <w:rsid w:val="00AD3AF8"/>
    <w:pPr>
      <w:spacing w:line="278" w:lineRule="auto"/>
    </w:pPr>
    <w:rPr>
      <w:kern w:val="2"/>
      <w:sz w:val="24"/>
      <w:szCs w:val="24"/>
      <w14:ligatures w14:val="standardContextual"/>
    </w:rPr>
  </w:style>
  <w:style w:type="paragraph" w:customStyle="1" w:styleId="0524DC53E19E4AC0899D86487126A35A">
    <w:name w:val="0524DC53E19E4AC0899D86487126A35A"/>
    <w:rsid w:val="00AD3AF8"/>
    <w:pPr>
      <w:spacing w:line="278" w:lineRule="auto"/>
    </w:pPr>
    <w:rPr>
      <w:kern w:val="2"/>
      <w:sz w:val="24"/>
      <w:szCs w:val="24"/>
      <w14:ligatures w14:val="standardContextual"/>
    </w:rPr>
  </w:style>
  <w:style w:type="paragraph" w:customStyle="1" w:styleId="F7E54E86E7C048D686ABED59C24E7128">
    <w:name w:val="F7E54E86E7C048D686ABED59C24E7128"/>
    <w:rsid w:val="00AD3AF8"/>
    <w:pPr>
      <w:spacing w:line="278" w:lineRule="auto"/>
    </w:pPr>
    <w:rPr>
      <w:kern w:val="2"/>
      <w:sz w:val="24"/>
      <w:szCs w:val="24"/>
      <w14:ligatures w14:val="standardContextual"/>
    </w:rPr>
  </w:style>
  <w:style w:type="paragraph" w:customStyle="1" w:styleId="12F4AD686B7D4CE78A80F222F38FA6CE">
    <w:name w:val="12F4AD686B7D4CE78A80F222F38FA6CE"/>
    <w:rsid w:val="00AD3AF8"/>
    <w:pPr>
      <w:spacing w:line="278" w:lineRule="auto"/>
    </w:pPr>
    <w:rPr>
      <w:kern w:val="2"/>
      <w:sz w:val="24"/>
      <w:szCs w:val="24"/>
      <w14:ligatures w14:val="standardContextual"/>
    </w:rPr>
  </w:style>
  <w:style w:type="paragraph" w:customStyle="1" w:styleId="13B53B74724C430182CE9E8D8A71B474">
    <w:name w:val="13B53B74724C430182CE9E8D8A71B474"/>
    <w:rsid w:val="00AD3AF8"/>
    <w:pPr>
      <w:spacing w:line="278" w:lineRule="auto"/>
    </w:pPr>
    <w:rPr>
      <w:kern w:val="2"/>
      <w:sz w:val="24"/>
      <w:szCs w:val="24"/>
      <w14:ligatures w14:val="standardContextual"/>
    </w:rPr>
  </w:style>
  <w:style w:type="paragraph" w:customStyle="1" w:styleId="E3999785C74E453B9500068164A578CF">
    <w:name w:val="E3999785C74E453B9500068164A578CF"/>
    <w:rsid w:val="00AD3AF8"/>
    <w:pPr>
      <w:spacing w:line="278" w:lineRule="auto"/>
    </w:pPr>
    <w:rPr>
      <w:kern w:val="2"/>
      <w:sz w:val="24"/>
      <w:szCs w:val="24"/>
      <w14:ligatures w14:val="standardContextual"/>
    </w:rPr>
  </w:style>
  <w:style w:type="paragraph" w:customStyle="1" w:styleId="4F00580684074B6897711FCFCF12CAC8">
    <w:name w:val="4F00580684074B6897711FCFCF12CAC8"/>
    <w:rsid w:val="00453BFE"/>
    <w:pPr>
      <w:spacing w:line="278" w:lineRule="auto"/>
    </w:pPr>
    <w:rPr>
      <w:kern w:val="2"/>
      <w:sz w:val="24"/>
      <w:szCs w:val="24"/>
      <w14:ligatures w14:val="standardContextual"/>
    </w:rPr>
  </w:style>
  <w:style w:type="paragraph" w:customStyle="1" w:styleId="6CAE3C388A434DEFA45311574E3CDB0D">
    <w:name w:val="6CAE3C388A434DEFA45311574E3CDB0D"/>
    <w:rsid w:val="00453BFE"/>
    <w:pPr>
      <w:spacing w:line="278" w:lineRule="auto"/>
    </w:pPr>
    <w:rPr>
      <w:kern w:val="2"/>
      <w:sz w:val="24"/>
      <w:szCs w:val="24"/>
      <w14:ligatures w14:val="standardContextual"/>
    </w:rPr>
  </w:style>
  <w:style w:type="paragraph" w:customStyle="1" w:styleId="47A9E2A2020E48ECB87F9241E7F24203">
    <w:name w:val="47A9E2A2020E48ECB87F9241E7F24203"/>
    <w:rsid w:val="00453BFE"/>
    <w:pPr>
      <w:spacing w:line="278" w:lineRule="auto"/>
    </w:pPr>
    <w:rPr>
      <w:kern w:val="2"/>
      <w:sz w:val="24"/>
      <w:szCs w:val="24"/>
      <w14:ligatures w14:val="standardContextual"/>
    </w:rPr>
  </w:style>
  <w:style w:type="paragraph" w:customStyle="1" w:styleId="CC322748CB854F35A43A94A15D31E0AD">
    <w:name w:val="CC322748CB854F35A43A94A15D31E0AD"/>
    <w:rsid w:val="00453BFE"/>
    <w:pPr>
      <w:spacing w:line="278" w:lineRule="auto"/>
    </w:pPr>
    <w:rPr>
      <w:kern w:val="2"/>
      <w:sz w:val="24"/>
      <w:szCs w:val="24"/>
      <w14:ligatures w14:val="standardContextual"/>
    </w:rPr>
  </w:style>
  <w:style w:type="paragraph" w:customStyle="1" w:styleId="B694B888583C432A8AA228EFA87756B5">
    <w:name w:val="B694B888583C432A8AA228EFA87756B5"/>
    <w:rsid w:val="00453BFE"/>
    <w:pPr>
      <w:spacing w:line="278" w:lineRule="auto"/>
    </w:pPr>
    <w:rPr>
      <w:kern w:val="2"/>
      <w:sz w:val="24"/>
      <w:szCs w:val="24"/>
      <w14:ligatures w14:val="standardContextual"/>
    </w:rPr>
  </w:style>
  <w:style w:type="paragraph" w:customStyle="1" w:styleId="2EC31BD31E0E45E496BEAA2D1CBA18D2">
    <w:name w:val="2EC31BD31E0E45E496BEAA2D1CBA18D2"/>
    <w:rsid w:val="00453BFE"/>
    <w:pPr>
      <w:spacing w:line="278" w:lineRule="auto"/>
    </w:pPr>
    <w:rPr>
      <w:kern w:val="2"/>
      <w:sz w:val="24"/>
      <w:szCs w:val="24"/>
      <w14:ligatures w14:val="standardContextual"/>
    </w:rPr>
  </w:style>
  <w:style w:type="paragraph" w:customStyle="1" w:styleId="80FDCD18F4E24B58947A3070FF059CDB">
    <w:name w:val="80FDCD18F4E24B58947A3070FF059CDB"/>
    <w:rsid w:val="00453BFE"/>
    <w:pPr>
      <w:spacing w:line="278" w:lineRule="auto"/>
    </w:pPr>
    <w:rPr>
      <w:kern w:val="2"/>
      <w:sz w:val="24"/>
      <w:szCs w:val="24"/>
      <w14:ligatures w14:val="standardContextual"/>
    </w:rPr>
  </w:style>
  <w:style w:type="paragraph" w:customStyle="1" w:styleId="8BABB9D5981B49EF9DE734F579914C79">
    <w:name w:val="8BABB9D5981B49EF9DE734F579914C79"/>
    <w:rsid w:val="00453BFE"/>
    <w:pPr>
      <w:spacing w:line="278" w:lineRule="auto"/>
    </w:pPr>
    <w:rPr>
      <w:kern w:val="2"/>
      <w:sz w:val="24"/>
      <w:szCs w:val="24"/>
      <w14:ligatures w14:val="standardContextual"/>
    </w:rPr>
  </w:style>
  <w:style w:type="paragraph" w:customStyle="1" w:styleId="BA7BD2AA960C41B6A69B326CD4347814">
    <w:name w:val="BA7BD2AA960C41B6A69B326CD4347814"/>
    <w:rsid w:val="00453BFE"/>
    <w:pPr>
      <w:spacing w:line="278" w:lineRule="auto"/>
    </w:pPr>
    <w:rPr>
      <w:kern w:val="2"/>
      <w:sz w:val="24"/>
      <w:szCs w:val="24"/>
      <w14:ligatures w14:val="standardContextual"/>
    </w:rPr>
  </w:style>
  <w:style w:type="paragraph" w:customStyle="1" w:styleId="75D1E5010AC4402B8F578436FFF1B9F3">
    <w:name w:val="75D1E5010AC4402B8F578436FFF1B9F3"/>
    <w:rsid w:val="00453BFE"/>
    <w:pPr>
      <w:spacing w:line="278" w:lineRule="auto"/>
    </w:pPr>
    <w:rPr>
      <w:kern w:val="2"/>
      <w:sz w:val="24"/>
      <w:szCs w:val="24"/>
      <w14:ligatures w14:val="standardContextual"/>
    </w:rPr>
  </w:style>
  <w:style w:type="paragraph" w:customStyle="1" w:styleId="604ECDC019904D44B106BB7397F62E8A">
    <w:name w:val="604ECDC019904D44B106BB7397F62E8A"/>
    <w:rsid w:val="00453BFE"/>
    <w:pPr>
      <w:spacing w:line="278" w:lineRule="auto"/>
    </w:pPr>
    <w:rPr>
      <w:kern w:val="2"/>
      <w:sz w:val="24"/>
      <w:szCs w:val="24"/>
      <w14:ligatures w14:val="standardContextual"/>
    </w:rPr>
  </w:style>
  <w:style w:type="paragraph" w:customStyle="1" w:styleId="70BC898D3F6B4204B5AAA01F11663477">
    <w:name w:val="70BC898D3F6B4204B5AAA01F11663477"/>
    <w:rsid w:val="00425E9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2.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3.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287</TotalTime>
  <Pages>3</Pages>
  <Words>604</Words>
  <Characters>3567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60</cp:revision>
  <cp:lastPrinted>2019-12-09T09:19:00Z</cp:lastPrinted>
  <dcterms:created xsi:type="dcterms:W3CDTF">2024-09-02T08:31:00Z</dcterms:created>
  <dcterms:modified xsi:type="dcterms:W3CDTF">2025-06-24T10:13:00Z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